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0EB16" w14:textId="77777777"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27627696" w14:textId="77777777" w:rsidR="000075E7" w:rsidRPr="007F6ADB" w:rsidRDefault="000075E7" w:rsidP="000075E7">
      <w:pPr>
        <w:pStyle w:val="Styl2popisknzvusmlouvy"/>
        <w:rPr>
          <w:b/>
          <w:color w:val="1F497D"/>
          <w:sz w:val="32"/>
          <w:szCs w:val="32"/>
        </w:rPr>
      </w:pPr>
      <w:r>
        <w:rPr>
          <w:b/>
          <w:color w:val="1F497D"/>
          <w:sz w:val="32"/>
          <w:szCs w:val="32"/>
        </w:rPr>
        <w:t>Nákup spotřebního materiálu pro IT</w:t>
      </w:r>
    </w:p>
    <w:p w14:paraId="0C9B4117" w14:textId="77777777" w:rsidR="006135FA" w:rsidRDefault="006135FA" w:rsidP="00330437">
      <w:pPr>
        <w:pStyle w:val="Styl2popisknzvusmlouvy"/>
      </w:pPr>
      <w:r>
        <w:t xml:space="preserve"> (dále jen „Smlouva“)</w:t>
      </w:r>
    </w:p>
    <w:p w14:paraId="3B1CCED2"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w:t>
      </w:r>
      <w:r w:rsidR="001174DE">
        <w:t>, v účinném znění</w:t>
      </w:r>
      <w:r>
        <w:t xml:space="preserve"> (dále jen „Občanský zákoník“) a v souladu se zákonem č. 134/2016 Sb., o zadávání veřejných zakázek,</w:t>
      </w:r>
      <w:r w:rsidR="001174DE">
        <w:t xml:space="preserve"> v účinném znění (dále jen „ZZVZ“)</w:t>
      </w:r>
    </w:p>
    <w:p w14:paraId="5B37225B" w14:textId="77777777" w:rsidR="006135FA" w:rsidRDefault="006135FA" w:rsidP="00330437">
      <w:pPr>
        <w:pStyle w:val="Styl2popisknzvusmlouvy"/>
        <w:spacing w:after="480"/>
      </w:pPr>
      <w:r>
        <w:t xml:space="preserve">č.j. </w:t>
      </w:r>
      <w:r w:rsidR="00612E65">
        <w:t xml:space="preserve"> </w:t>
      </w:r>
      <w:proofErr w:type="spellStart"/>
      <w:r w:rsidRPr="0067294C">
        <w:rPr>
          <w:highlight w:val="yellow"/>
        </w:rPr>
        <w:t>xxxxxxxxxx</w:t>
      </w:r>
      <w:proofErr w:type="spellEnd"/>
      <w:r w:rsidRPr="0067294C">
        <w:rPr>
          <w:highlight w:val="yellow"/>
        </w:rPr>
        <w:t>/</w:t>
      </w:r>
      <w:proofErr w:type="spellStart"/>
      <w:r w:rsidRPr="0067294C">
        <w:rPr>
          <w:highlight w:val="yellow"/>
        </w:rPr>
        <w:t>xxxx</w:t>
      </w:r>
      <w:proofErr w:type="spellEnd"/>
    </w:p>
    <w:p w14:paraId="6D2DF59E" w14:textId="77777777" w:rsidR="00612E65" w:rsidRPr="00E05187" w:rsidRDefault="00612E65" w:rsidP="00612E65">
      <w:pPr>
        <w:pStyle w:val="Styl3-Smluvnstranytun"/>
      </w:pPr>
      <w:r w:rsidRPr="00E05187">
        <w:t xml:space="preserve">Česká republika - </w:t>
      </w:r>
      <w:r w:rsidRPr="00942837">
        <w:t>Úřad pro zastupování státu ve věcech majetkových</w:t>
      </w:r>
    </w:p>
    <w:p w14:paraId="17349235" w14:textId="77777777" w:rsidR="00612E65" w:rsidRDefault="00612E65" w:rsidP="00612E65">
      <w:pPr>
        <w:pStyle w:val="Styl3-Smluvnstrany"/>
        <w:spacing w:after="480"/>
      </w:pPr>
      <w:r w:rsidRPr="00942837">
        <w:t>Rašínovo nábřeží 390/42, 128 00 Praha 2</w:t>
      </w:r>
    </w:p>
    <w:p w14:paraId="56D9ACA1" w14:textId="136887F7" w:rsidR="00612E65" w:rsidRPr="00E05187" w:rsidRDefault="00612E65" w:rsidP="00612E65">
      <w:pPr>
        <w:pStyle w:val="Styl3-Smluvnstrany"/>
        <w:spacing w:after="480"/>
      </w:pPr>
      <w:r w:rsidRPr="00E05187">
        <w:t>za n</w:t>
      </w:r>
      <w:r>
        <w:t>í</w:t>
      </w:r>
      <w:r w:rsidRPr="00E05187">
        <w:t xml:space="preserve">ž jedná: </w:t>
      </w:r>
      <w:r w:rsidR="000075E7">
        <w:t>XXXXXXXXXXXXXXXXXXXXXXX</w:t>
      </w:r>
    </w:p>
    <w:p w14:paraId="77C09139" w14:textId="77777777" w:rsidR="00612E65" w:rsidRPr="00E05187" w:rsidRDefault="00612E65" w:rsidP="00612E65">
      <w:pPr>
        <w:pStyle w:val="Styl3-Smluvnstrany"/>
        <w:spacing w:after="480"/>
      </w:pPr>
      <w:r w:rsidRPr="00E05187">
        <w:t xml:space="preserve">IČO: </w:t>
      </w:r>
      <w:r w:rsidRPr="00942837">
        <w:t>69797111</w:t>
      </w:r>
    </w:p>
    <w:p w14:paraId="04B7F7A7" w14:textId="77777777" w:rsidR="00612E65" w:rsidRDefault="00612E65" w:rsidP="00612E65">
      <w:pPr>
        <w:pStyle w:val="Styl3-Smluvnstrany"/>
        <w:spacing w:after="480"/>
      </w:pPr>
      <w:r>
        <w:t>bankovní spojení: Česká národní banka, číslo účtu: 4827021/0710</w:t>
      </w:r>
    </w:p>
    <w:p w14:paraId="20A483E8" w14:textId="77777777" w:rsidR="00612E65" w:rsidRDefault="00612E65" w:rsidP="00612E65">
      <w:pPr>
        <w:pStyle w:val="Styl3-Smluvnstrany"/>
        <w:spacing w:after="480"/>
      </w:pPr>
      <w:r>
        <w:t>ID datové schránky: 96vaa2e</w:t>
      </w:r>
    </w:p>
    <w:p w14:paraId="626524A2" w14:textId="77777777" w:rsidR="00612E65" w:rsidRDefault="00612E65" w:rsidP="00612E65">
      <w:pPr>
        <w:pStyle w:val="Styl3-Smluvnstrany"/>
      </w:pPr>
      <w:r w:rsidRPr="00E05187" w:rsidDel="00FE538C">
        <w:t xml:space="preserve"> </w:t>
      </w:r>
      <w:r>
        <w:t>(dále jen „Kupující“)</w:t>
      </w:r>
    </w:p>
    <w:p w14:paraId="5D3B5462" w14:textId="77777777" w:rsidR="006135FA" w:rsidRDefault="006135FA" w:rsidP="00B332F0">
      <w:r>
        <w:t>a</w:t>
      </w:r>
    </w:p>
    <w:p w14:paraId="48212545" w14:textId="77777777" w:rsidR="006135FA" w:rsidRDefault="006135FA" w:rsidP="00B332F0"/>
    <w:p w14:paraId="3A9F9099" w14:textId="50A570F6" w:rsidR="006135FA" w:rsidRDefault="00E53DB5" w:rsidP="00B332F0">
      <w:pPr>
        <w:pStyle w:val="Styl3-Smluvnstranytun"/>
      </w:pPr>
      <w:r w:rsidRPr="003457CA">
        <w:rPr>
          <w:highlight w:val="yellow"/>
        </w:rPr>
        <w:t xml:space="preserve">název právnické osoby (včetně označení právní formy)/ jméno </w:t>
      </w:r>
      <w:r w:rsidR="00221EB5">
        <w:t>fyzické osoby</w:t>
      </w:r>
    </w:p>
    <w:p w14:paraId="167B10D5" w14:textId="77777777" w:rsidR="006135FA" w:rsidRDefault="006135FA" w:rsidP="00F8331E">
      <w:pPr>
        <w:pStyle w:val="Styl3-Smluvnstrany"/>
      </w:pPr>
      <w:r>
        <w:t>Sídlo:</w:t>
      </w:r>
    </w:p>
    <w:p w14:paraId="0A41674A" w14:textId="77777777"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14:paraId="0A24464C" w14:textId="77777777" w:rsidR="006135FA" w:rsidRDefault="006135FA" w:rsidP="00F8331E">
      <w:pPr>
        <w:pStyle w:val="Styl3-Smluvnstrany"/>
      </w:pPr>
      <w:r>
        <w:t>zastoupená:[jméno], [funkce]</w:t>
      </w:r>
    </w:p>
    <w:p w14:paraId="2CA97EDE" w14:textId="77777777" w:rsidR="006135FA" w:rsidRDefault="006135FA" w:rsidP="00F8331E">
      <w:pPr>
        <w:pStyle w:val="Styl3-Smluvnstrany"/>
      </w:pPr>
      <w:r>
        <w:t>IČO:</w:t>
      </w:r>
    </w:p>
    <w:p w14:paraId="7D74D965" w14:textId="77777777" w:rsidR="006135FA" w:rsidRDefault="006135FA" w:rsidP="00F8331E">
      <w:pPr>
        <w:pStyle w:val="Styl3-Smluvnstrany"/>
      </w:pPr>
      <w:r>
        <w:t>DIČ:</w:t>
      </w:r>
    </w:p>
    <w:p w14:paraId="06C4F43A" w14:textId="77777777" w:rsidR="006135FA" w:rsidRDefault="006135FA" w:rsidP="00F8331E">
      <w:pPr>
        <w:pStyle w:val="Styl3-Smluvnstrany"/>
      </w:pPr>
      <w:r>
        <w:t xml:space="preserve">bankovní spojení: </w:t>
      </w:r>
      <w:r w:rsidRPr="000C3D1E">
        <w:t xml:space="preserve">[Banka], </w:t>
      </w:r>
      <w:r w:rsidRPr="004D09D6">
        <w:t xml:space="preserve">[číslo účtu] </w:t>
      </w:r>
    </w:p>
    <w:p w14:paraId="4CDA045A" w14:textId="77777777" w:rsidR="006135FA" w:rsidRDefault="006135FA" w:rsidP="00F8331E">
      <w:pPr>
        <w:pStyle w:val="Styl3-Smluvnstrany"/>
      </w:pPr>
      <w:r>
        <w:t xml:space="preserve">ID datové schránky: </w:t>
      </w:r>
    </w:p>
    <w:p w14:paraId="62E5BBC6" w14:textId="77777777" w:rsidR="006135FA" w:rsidRDefault="006135FA" w:rsidP="00F8331E">
      <w:pPr>
        <w:pStyle w:val="Styl3-Smluvnstrany"/>
      </w:pPr>
      <w:r>
        <w:t>(dále jen „Prodávající“)</w:t>
      </w:r>
    </w:p>
    <w:p w14:paraId="226174EC" w14:textId="77777777" w:rsidR="006135FA" w:rsidRDefault="006135FA" w:rsidP="00F8331E">
      <w:pPr>
        <w:pStyle w:val="Styl3-Smluvnstrany"/>
      </w:pPr>
    </w:p>
    <w:p w14:paraId="0FCF3AFC" w14:textId="75EB78E3"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1C168055" w14:textId="77777777" w:rsidR="006135FA" w:rsidRDefault="006135FA" w:rsidP="00FD2054">
      <w:pPr>
        <w:pStyle w:val="Nadpis1"/>
        <w:ind w:left="3904"/>
        <w:jc w:val="left"/>
      </w:pPr>
      <w:r>
        <w:t>Předmět Smlouvy</w:t>
      </w:r>
    </w:p>
    <w:p w14:paraId="26460BDB" w14:textId="77777777" w:rsidR="006135FA" w:rsidRDefault="006135FA" w:rsidP="0056725D">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t xml:space="preserve">. </w:t>
      </w:r>
    </w:p>
    <w:p w14:paraId="68419544" w14:textId="77777777" w:rsidR="006135FA" w:rsidRDefault="006135FA" w:rsidP="0056725D">
      <w:pPr>
        <w:pStyle w:val="Nadpis2"/>
        <w:tabs>
          <w:tab w:val="num" w:pos="576"/>
        </w:tabs>
        <w:ind w:left="786"/>
      </w:pPr>
      <w:r w:rsidRPr="00A80C7E">
        <w:t xml:space="preserve">Prodávající se zavazuje, že Kupujícímu odevzdá </w:t>
      </w:r>
      <w:r>
        <w:t xml:space="preserve">dále specifikované </w:t>
      </w:r>
      <w:r w:rsidRPr="00A80C7E">
        <w:t>movité věci a převede na Kupujícího vlastnické právo</w:t>
      </w:r>
      <w:r>
        <w:t xml:space="preserve"> </w:t>
      </w:r>
      <w:r w:rsidRPr="00A80C7E">
        <w:t xml:space="preserve">k Předmětu </w:t>
      </w:r>
      <w:r>
        <w:t>koupě</w:t>
      </w:r>
      <w:r w:rsidRPr="00A80C7E">
        <w:t>.</w:t>
      </w:r>
    </w:p>
    <w:p w14:paraId="37084133" w14:textId="77777777" w:rsidR="006135FA" w:rsidRDefault="006135FA" w:rsidP="0056725D">
      <w:pPr>
        <w:pStyle w:val="Nadpis2"/>
        <w:tabs>
          <w:tab w:val="num" w:pos="576"/>
        </w:tabs>
        <w:ind w:left="786"/>
      </w:pPr>
      <w:r w:rsidRPr="00E646E6">
        <w:t xml:space="preserve">Kupující se zavazuje Předmět koupě převzít a zaplatit za něj kupní cenu dále </w:t>
      </w:r>
      <w:r>
        <w:t>S</w:t>
      </w:r>
      <w:r w:rsidRPr="00E646E6">
        <w:t>mluvními stranami sjednanou.</w:t>
      </w:r>
      <w:bookmarkStart w:id="0" w:name="_GoBack"/>
      <w:bookmarkEnd w:id="0"/>
    </w:p>
    <w:p w14:paraId="52B9FFCB" w14:textId="77777777" w:rsidR="006135FA" w:rsidRDefault="006135FA" w:rsidP="00FD2054">
      <w:pPr>
        <w:pStyle w:val="Nadpis1"/>
        <w:ind w:left="3904"/>
        <w:jc w:val="left"/>
      </w:pPr>
      <w:r>
        <w:t>Předmět koupě</w:t>
      </w:r>
    </w:p>
    <w:p w14:paraId="62C5D286" w14:textId="77777777" w:rsidR="00212279" w:rsidRPr="00212279" w:rsidRDefault="00212279" w:rsidP="00212279">
      <w:pPr>
        <w:pStyle w:val="Nadpis2"/>
        <w:numPr>
          <w:ilvl w:val="0"/>
          <w:numId w:val="35"/>
        </w:numPr>
        <w:rPr>
          <w:lang w:eastAsia="en-US"/>
        </w:rPr>
      </w:pPr>
      <w:r w:rsidRPr="00212279">
        <w:rPr>
          <w:lang w:eastAsia="en-US"/>
        </w:rPr>
        <w:t xml:space="preserve">Předmětem Veřejné zakázky je nový spotřební materiál pro tiskárny, jehož přesná specifikace je uvedena v Příloze č. 1. Poptávaný spotřební materiál pro Část 1 – Část 16 Veřejné zakázky není alternativní, ani repasovaný spotřební materiál, nýbrž vždy pouze originální spotřební materiál od výrobců tiskáren, pro které je určen. Poptávaný spotřební materiál pro Části 17 Veřejné zakázky není omezen pouze na originální produkty od výrobce, vždy se však musí jednat o spotřební materiál kompatibilní s tiskárnou nebo kopírovacím strojem, pro který je dle Přílohy č. 1: Technické specifikace předmětu Veřejné </w:t>
      </w:r>
      <w:r w:rsidRPr="00212279">
        <w:rPr>
          <w:lang w:eastAsia="en-US"/>
        </w:rPr>
        <w:lastRenderedPageBreak/>
        <w:t>zakázky určen.</w:t>
      </w:r>
    </w:p>
    <w:p w14:paraId="02DBFE7B" w14:textId="77777777" w:rsidR="000075E7" w:rsidRDefault="000075E7" w:rsidP="005A10DC">
      <w:pPr>
        <w:pStyle w:val="Nadpis2"/>
        <w:numPr>
          <w:ilvl w:val="0"/>
          <w:numId w:val="35"/>
        </w:numPr>
        <w:rPr>
          <w:lang w:eastAsia="en-US"/>
        </w:rPr>
      </w:pPr>
      <w:r>
        <w:rPr>
          <w:lang w:eastAsia="en-US"/>
        </w:rPr>
        <w:t>Prodávající závazně prohlašuje, že Předmět koupě odpovídá požadavkům uvedeným v zadávacích podmínkách pro nákup spotřebního materiálu pro IT.</w:t>
      </w:r>
    </w:p>
    <w:p w14:paraId="11F7E9D2" w14:textId="098AF22F" w:rsidR="00580051" w:rsidRDefault="00580051" w:rsidP="005A10DC">
      <w:pPr>
        <w:pStyle w:val="Nadpis2"/>
        <w:numPr>
          <w:ilvl w:val="0"/>
          <w:numId w:val="35"/>
        </w:numPr>
        <w:rPr>
          <w:lang w:eastAsia="en-US"/>
        </w:rPr>
      </w:pPr>
      <w:r>
        <w:rPr>
          <w:lang w:eastAsia="en-US"/>
        </w:rPr>
        <w:t>Smluvní strany si výslovně ujednaly, že v případě dodání většího množství zboží, než je ujednáno v bodu 2.1 Smlouvy, není kupní smlouva na toto množství uzavřena. Ustanovení §</w:t>
      </w:r>
      <w:r w:rsidR="00677F95">
        <w:rPr>
          <w:lang w:eastAsia="en-US"/>
        </w:rPr>
        <w:t> </w:t>
      </w:r>
      <w:r>
        <w:rPr>
          <w:lang w:eastAsia="en-US"/>
        </w:rPr>
        <w:t>2093 občanského zákoníku se tak mezi smluvními stranami neuplatní.</w:t>
      </w:r>
    </w:p>
    <w:p w14:paraId="6ED1E0A6" w14:textId="65898F67" w:rsidR="00580051" w:rsidRDefault="00580051" w:rsidP="005A10DC">
      <w:pPr>
        <w:pStyle w:val="Nadpis2"/>
        <w:numPr>
          <w:ilvl w:val="0"/>
          <w:numId w:val="35"/>
        </w:numPr>
        <w:rPr>
          <w:lang w:eastAsia="en-US"/>
        </w:rPr>
      </w:pPr>
      <w:r>
        <w:rPr>
          <w:lang w:eastAsia="en-US"/>
        </w:rPr>
        <w:t>Smluvní strany se dohodly, že na vztah založený touto Smlouvou se neuplatní § 2126 občanského zákoníku týkající se svépomocného prodeje, tj. smluvní strany sjednávají, že v</w:t>
      </w:r>
      <w:r w:rsidR="00CE73E0">
        <w:rPr>
          <w:lang w:eastAsia="en-US"/>
        </w:rPr>
        <w:t> </w:t>
      </w:r>
      <w:r>
        <w:rPr>
          <w:lang w:eastAsia="en-US"/>
        </w:rPr>
        <w:t>případě prodlení jedné strany s převzetím zboží či s placením za zboží nevzniká druhé smluvní straně právo tuto věc po předchozím upozornění na účet prodlévající strany prodat.</w:t>
      </w:r>
    </w:p>
    <w:p w14:paraId="04A42576" w14:textId="77777777" w:rsidR="006135FA" w:rsidRPr="007D0BCF" w:rsidRDefault="006135FA" w:rsidP="007B17D0">
      <w:pPr>
        <w:pStyle w:val="Nadpis2"/>
        <w:numPr>
          <w:ilvl w:val="0"/>
          <w:numId w:val="0"/>
        </w:numPr>
        <w:ind w:left="851"/>
        <w:rPr>
          <w:lang w:eastAsia="en-US"/>
        </w:rPr>
      </w:pPr>
    </w:p>
    <w:p w14:paraId="283DDBBD" w14:textId="77777777" w:rsidR="006135FA" w:rsidRDefault="006135FA" w:rsidP="00FD2054">
      <w:pPr>
        <w:pStyle w:val="Nadpis1"/>
        <w:ind w:left="3904"/>
        <w:jc w:val="left"/>
      </w:pPr>
      <w:r>
        <w:t>Způsob plnění</w:t>
      </w:r>
    </w:p>
    <w:p w14:paraId="68239A27" w14:textId="77777777" w:rsidR="006135FA" w:rsidRDefault="006135FA" w:rsidP="0056725D">
      <w:pPr>
        <w:pStyle w:val="Nadpis2"/>
        <w:tabs>
          <w:tab w:val="num" w:pos="576"/>
        </w:tabs>
        <w:ind w:left="786"/>
      </w:pPr>
      <w:r>
        <w:t>Předmět koupě je Prodávající povinen předat na adres</w:t>
      </w:r>
      <w:r w:rsidR="00782551">
        <w:t>ách</w:t>
      </w:r>
      <w:r>
        <w:t xml:space="preserve"> Kupujícího</w:t>
      </w:r>
      <w:r w:rsidR="00782551">
        <w:t xml:space="preserve"> uvedených v Příloze č. 2 Smlouvy</w:t>
      </w:r>
      <w:r>
        <w:t xml:space="preserve"> (dále jen „Míst</w:t>
      </w:r>
      <w:r w:rsidR="00234EEB">
        <w:t>a</w:t>
      </w:r>
      <w:r>
        <w:t xml:space="preserve"> plnění“) do </w:t>
      </w:r>
      <w:r w:rsidR="003137F8" w:rsidRPr="000075E7">
        <w:rPr>
          <w:highlight w:val="yellow"/>
        </w:rPr>
        <w:t>30</w:t>
      </w:r>
      <w:r>
        <w:t xml:space="preserve"> </w:t>
      </w:r>
      <w:r w:rsidR="003C56C6">
        <w:t xml:space="preserve">kalendářních dnů </w:t>
      </w:r>
      <w:r>
        <w:t xml:space="preserve">od </w:t>
      </w:r>
      <w:r w:rsidR="002B2DBE">
        <w:t xml:space="preserve">účinnosti </w:t>
      </w:r>
      <w:r>
        <w:t>Smlouvy.</w:t>
      </w:r>
    </w:p>
    <w:p w14:paraId="38DDC8B9" w14:textId="07098CEE" w:rsidR="006135FA" w:rsidRDefault="006135FA" w:rsidP="0056725D">
      <w:pPr>
        <w:pStyle w:val="Nadpis2"/>
        <w:tabs>
          <w:tab w:val="num" w:pos="576"/>
        </w:tabs>
        <w:ind w:left="786"/>
      </w:pPr>
      <w:r>
        <w:t xml:space="preserve">Prodávající </w:t>
      </w:r>
      <w:r w:rsidRPr="007E1039">
        <w:t>včas dohodne s Kupujícím datum a čas předání Předmětu koupě</w:t>
      </w:r>
      <w:r w:rsidR="00F805F7">
        <w:t xml:space="preserve"> do jednotlivých Míst plnění</w:t>
      </w:r>
      <w:r w:rsidRPr="007E1039">
        <w:t xml:space="preserve">. Nedohodnou-li se Smluvní strany na oboustranně vyhovujícím datu a čase předání, platí, že Předmět koupě bude předán </w:t>
      </w:r>
      <w:r>
        <w:t>v Míst</w:t>
      </w:r>
      <w:r w:rsidR="00234EEB">
        <w:t>ech</w:t>
      </w:r>
      <w:r>
        <w:t xml:space="preserve"> plnění </w:t>
      </w:r>
      <w:r w:rsidRPr="007E1039">
        <w:t>poslední den lhůty v 15 hod.</w:t>
      </w:r>
    </w:p>
    <w:p w14:paraId="2F6A3308" w14:textId="77777777" w:rsidR="006135FA" w:rsidRPr="007D0BCF" w:rsidRDefault="006135FA" w:rsidP="008D2D0B">
      <w:pPr>
        <w:pStyle w:val="Nadpis2"/>
        <w:tabs>
          <w:tab w:val="num" w:pos="576"/>
        </w:tabs>
        <w:ind w:left="786"/>
      </w:pPr>
      <w:r w:rsidRPr="007D0BCF">
        <w:t>Předmět koupě může být dodán po částech</w:t>
      </w:r>
      <w:r w:rsidR="003C56C6">
        <w:t>.</w:t>
      </w:r>
    </w:p>
    <w:p w14:paraId="18347ADF" w14:textId="77777777" w:rsidR="006135FA" w:rsidRPr="007E1039" w:rsidRDefault="006135FA" w:rsidP="00FD2054">
      <w:pPr>
        <w:pStyle w:val="Nadpis1"/>
        <w:ind w:left="3904"/>
        <w:jc w:val="left"/>
      </w:pPr>
      <w:r w:rsidRPr="007E1039">
        <w:t>Cena a platební podmínky</w:t>
      </w:r>
    </w:p>
    <w:p w14:paraId="305A82FF" w14:textId="47F9BB65" w:rsidR="006135FA" w:rsidRPr="007E1039" w:rsidRDefault="006135FA" w:rsidP="00F55DE2">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rsidR="00FB3DC2">
        <w:t>(</w:t>
      </w:r>
      <w:r w:rsidR="00FB3DC2" w:rsidRPr="006C3BA5">
        <w:rPr>
          <w:i/>
          <w:highlight w:val="yellow"/>
          <w:lang w:eastAsia="en-US"/>
        </w:rPr>
        <w:t>bude doplněno dle</w:t>
      </w:r>
      <w:r w:rsidR="00FB3DC2" w:rsidRPr="00BE7107">
        <w:rPr>
          <w:i/>
          <w:highlight w:val="yellow"/>
          <w:lang w:eastAsia="en-US"/>
        </w:rPr>
        <w:t xml:space="preserve"> </w:t>
      </w:r>
      <w:r w:rsidR="00007E9C" w:rsidRPr="00BE7107">
        <w:rPr>
          <w:i/>
          <w:highlight w:val="yellow"/>
          <w:lang w:eastAsia="en-US"/>
        </w:rPr>
        <w:t>tabulky v</w:t>
      </w:r>
      <w:r w:rsidR="003106CE">
        <w:rPr>
          <w:i/>
          <w:highlight w:val="yellow"/>
          <w:lang w:eastAsia="en-US"/>
        </w:rPr>
        <w:t> </w:t>
      </w:r>
      <w:r w:rsidR="003106CE" w:rsidRPr="007B17D0">
        <w:rPr>
          <w:i/>
          <w:highlight w:val="yellow"/>
          <w:lang w:eastAsia="en-US"/>
        </w:rPr>
        <w:t>Příloze č. 1 Smlouvy</w:t>
      </w:r>
      <w:r w:rsidR="00FB3DC2">
        <w:rPr>
          <w:i/>
          <w:lang w:eastAsia="en-US"/>
        </w:rPr>
        <w:t>)</w:t>
      </w:r>
      <w:r w:rsidRPr="007E1039">
        <w:rPr>
          <w:lang w:eastAsia="en-US"/>
        </w:rPr>
        <w:t xml:space="preserve"> </w:t>
      </w:r>
      <w:r w:rsidRPr="007E1039">
        <w:rPr>
          <w:szCs w:val="24"/>
          <w:lang w:eastAsia="en-US"/>
        </w:rPr>
        <w:t>Kč</w:t>
      </w:r>
      <w:r>
        <w:rPr>
          <w:szCs w:val="24"/>
          <w:lang w:eastAsia="en-US"/>
        </w:rPr>
        <w:t xml:space="preserve"> </w:t>
      </w:r>
      <w:r w:rsidR="00CE73E0">
        <w:rPr>
          <w:szCs w:val="24"/>
          <w:lang w:eastAsia="en-US"/>
        </w:rPr>
        <w:t>bez</w:t>
      </w:r>
      <w:r w:rsidRPr="00D3792F">
        <w:rPr>
          <w:szCs w:val="24"/>
          <w:lang w:eastAsia="en-US"/>
        </w:rPr>
        <w:t xml:space="preserve"> </w:t>
      </w:r>
      <w:r w:rsidR="00CE73E0">
        <w:rPr>
          <w:szCs w:val="24"/>
          <w:lang w:eastAsia="en-US"/>
        </w:rPr>
        <w:t xml:space="preserve">DPH </w:t>
      </w:r>
      <w:r w:rsidRPr="00D3792F">
        <w:rPr>
          <w:szCs w:val="24"/>
          <w:lang w:eastAsia="en-US"/>
        </w:rPr>
        <w:t>platné ke dni uskutečnění zdanitelného plnění</w:t>
      </w:r>
      <w:r>
        <w:rPr>
          <w:szCs w:val="24"/>
          <w:lang w:eastAsia="en-US"/>
        </w:rPr>
        <w:t>.</w:t>
      </w:r>
      <w:r w:rsidRPr="007E1039">
        <w:rPr>
          <w:szCs w:val="24"/>
          <w:lang w:eastAsia="en-US"/>
        </w:rPr>
        <w:t xml:space="preserve"> </w:t>
      </w:r>
    </w:p>
    <w:p w14:paraId="1B603D24" w14:textId="77777777" w:rsidR="006135FA" w:rsidRDefault="006135FA" w:rsidP="0056725D">
      <w:pPr>
        <w:pStyle w:val="Nadpis2"/>
        <w:tabs>
          <w:tab w:val="num" w:pos="576"/>
        </w:tabs>
        <w:ind w:left="786"/>
        <w:rPr>
          <w:lang w:eastAsia="en-US"/>
        </w:rPr>
      </w:pPr>
      <w:r w:rsidRPr="007E1039">
        <w:rPr>
          <w:lang w:eastAsia="en-US"/>
        </w:rPr>
        <w:t>Kupní cena uvedená v odst. 1) tohoto článku se skládá z</w:t>
      </w:r>
      <w:r w:rsidR="00556A34">
        <w:rPr>
          <w:lang w:eastAsia="en-US"/>
        </w:rPr>
        <w:t xml:space="preserve">  </w:t>
      </w:r>
      <w:r w:rsidR="003A067B">
        <w:rPr>
          <w:lang w:eastAsia="en-US"/>
        </w:rPr>
        <w:t xml:space="preserve">dílčích </w:t>
      </w:r>
      <w:r w:rsidR="00556A34">
        <w:rPr>
          <w:lang w:eastAsia="en-US"/>
        </w:rPr>
        <w:t xml:space="preserve">cen </w:t>
      </w:r>
      <w:r w:rsidR="003A067B">
        <w:rPr>
          <w:lang w:eastAsia="en-US"/>
        </w:rPr>
        <w:t xml:space="preserve">za jednotlivé položky Předmětu koupě </w:t>
      </w:r>
      <w:r w:rsidR="00556A34">
        <w:rPr>
          <w:lang w:eastAsia="en-US"/>
        </w:rPr>
        <w:t>uveden</w:t>
      </w:r>
      <w:r w:rsidR="003A067B">
        <w:rPr>
          <w:lang w:eastAsia="en-US"/>
        </w:rPr>
        <w:t>é</w:t>
      </w:r>
      <w:r w:rsidR="00556A34">
        <w:rPr>
          <w:lang w:eastAsia="en-US"/>
        </w:rPr>
        <w:t xml:space="preserve"> v Příloze č. 1 Smlouvy</w:t>
      </w:r>
      <w:r w:rsidRPr="007E1039">
        <w:rPr>
          <w:lang w:eastAsia="en-US"/>
        </w:rPr>
        <w:t xml:space="preserve">. </w:t>
      </w:r>
    </w:p>
    <w:p w14:paraId="56165303" w14:textId="77777777" w:rsidR="006135FA" w:rsidRPr="00773C11" w:rsidRDefault="003A067B" w:rsidP="001C64C1">
      <w:pPr>
        <w:pStyle w:val="Nadpis2"/>
        <w:tabs>
          <w:tab w:val="num" w:pos="576"/>
        </w:tabs>
        <w:ind w:left="786"/>
      </w:pPr>
      <w:r>
        <w:t>D</w:t>
      </w:r>
      <w:r w:rsidR="006135FA" w:rsidRPr="00773C11">
        <w:t>ílčí ceny jsou sjednány dohodou Smluvních stran podle zákona č.</w:t>
      </w:r>
      <w:r w:rsidR="008C19D9">
        <w:t> </w:t>
      </w:r>
      <w:r w:rsidR="006135FA" w:rsidRPr="00773C11">
        <w:t>526/1990</w:t>
      </w:r>
      <w:r w:rsidR="008C19D9">
        <w:t> </w:t>
      </w:r>
      <w:r w:rsidR="006135FA" w:rsidRPr="00773C11">
        <w:t xml:space="preserve">Sb., o cenách, ve znění pozdějších předpisů, a jsou cenami maximálními a nepřekročitelnými, které zahrnují veškeré náklady spojené s realizací jednotlivých částí Předmětu </w:t>
      </w:r>
      <w:r w:rsidR="006135FA">
        <w:t>koupě</w:t>
      </w:r>
      <w:r w:rsidR="006135FA" w:rsidRPr="00773C11">
        <w:t xml:space="preserve"> včetně nákladů souvisejících s případnými celními poplatky</w:t>
      </w:r>
      <w:r w:rsidR="006135FA">
        <w:t>,</w:t>
      </w:r>
      <w:r w:rsidR="006135FA" w:rsidRPr="00773C11">
        <w:t xml:space="preserve"> dopravou do Místa plnění apod.</w:t>
      </w:r>
    </w:p>
    <w:p w14:paraId="3500F532" w14:textId="2F480D62" w:rsidR="000978FD" w:rsidRPr="000978FD" w:rsidRDefault="006135FA" w:rsidP="000978FD">
      <w:pPr>
        <w:pStyle w:val="Nadpis2"/>
        <w:tabs>
          <w:tab w:val="num" w:pos="576"/>
        </w:tabs>
        <w:ind w:left="786"/>
      </w:pPr>
      <w:r w:rsidRPr="0056725D">
        <w:t>K dílčí</w:t>
      </w:r>
      <w:r w:rsidR="005C5361">
        <w:t>m</w:t>
      </w:r>
      <w:r w:rsidRPr="0056725D">
        <w:t xml:space="preserve"> cen</w:t>
      </w:r>
      <w:r w:rsidR="005C5361">
        <w:t>ám</w:t>
      </w:r>
      <w:r w:rsidRPr="0056725D">
        <w:t xml:space="preserve"> </w:t>
      </w:r>
      <w:r w:rsidRPr="008D4908">
        <w:t xml:space="preserve">za Předmět koupě </w:t>
      </w:r>
      <w:r w:rsidRPr="0056725D">
        <w:t>bude v případě, že je Prodávající ke dni podání nabídky plátcem DPH, připočítána DPH dle sazby daně platné ke dni uskutečnění zdanitelného plnění.</w:t>
      </w:r>
    </w:p>
    <w:p w14:paraId="68BC3BE3" w14:textId="1189ECD7" w:rsidR="006135FA" w:rsidRDefault="006135FA" w:rsidP="00AB49E5">
      <w:pPr>
        <w:pStyle w:val="Nadpis2"/>
        <w:tabs>
          <w:tab w:val="left" w:pos="567"/>
        </w:tabs>
        <w:ind w:left="782" w:hanging="357"/>
      </w:pPr>
      <w:r>
        <w:t xml:space="preserve">Předmět koupě bude uhrazen na základě jedné faktury. Prodávající vystaví </w:t>
      </w:r>
      <w:r w:rsidR="00CE73E0">
        <w:t xml:space="preserve">fakturu </w:t>
      </w:r>
      <w:r>
        <w:t xml:space="preserve">po </w:t>
      </w:r>
      <w:r w:rsidR="00CE73E0">
        <w:t xml:space="preserve">řádném </w:t>
      </w:r>
      <w:r>
        <w:t xml:space="preserve">předání </w:t>
      </w:r>
      <w:r w:rsidR="00CE73E0">
        <w:t xml:space="preserve">kompletního </w:t>
      </w:r>
      <w:r>
        <w:t>Předmětu koupě Kupujícímu</w:t>
      </w:r>
      <w:r w:rsidR="00F805F7">
        <w:t xml:space="preserve"> </w:t>
      </w:r>
      <w:r w:rsidR="00EA3B41">
        <w:t xml:space="preserve">ve všech </w:t>
      </w:r>
      <w:r w:rsidR="00F805F7" w:rsidRPr="00F805F7">
        <w:t>Míst</w:t>
      </w:r>
      <w:r w:rsidR="00EA3B41">
        <w:t>ech</w:t>
      </w:r>
      <w:r w:rsidR="00F805F7" w:rsidRPr="00F805F7">
        <w:t xml:space="preserve"> plnění</w:t>
      </w:r>
      <w:r>
        <w:t>. Fakturu doručí Prodávající Kupujícímu do 5 pracovních dnů od předání. Přílohou faktury bud</w:t>
      </w:r>
      <w:r w:rsidR="00EA3B41">
        <w:t>ou</w:t>
      </w:r>
      <w:r>
        <w:t xml:space="preserve"> kopie dodacích listů </w:t>
      </w:r>
      <w:r w:rsidR="00EA3B41">
        <w:t xml:space="preserve">ze všech Míst plnění </w:t>
      </w:r>
      <w:r>
        <w:t>na Předmět koupě</w:t>
      </w:r>
      <w:r w:rsidR="00EA3B41">
        <w:t xml:space="preserve">. Dodací listy </w:t>
      </w:r>
      <w:r>
        <w:t>bud</w:t>
      </w:r>
      <w:r w:rsidR="00EA3B41">
        <w:t>ou</w:t>
      </w:r>
      <w:r>
        <w:t xml:space="preserve"> potvrzen</w:t>
      </w:r>
      <w:r w:rsidR="00EA3B41">
        <w:t>y</w:t>
      </w:r>
      <w:r>
        <w:t xml:space="preserve"> Kupujícím.</w:t>
      </w:r>
    </w:p>
    <w:p w14:paraId="1852729F" w14:textId="77777777" w:rsidR="006135FA" w:rsidRDefault="006135FA" w:rsidP="0056725D">
      <w:pPr>
        <w:pStyle w:val="Nadpis2"/>
        <w:tabs>
          <w:tab w:val="num" w:pos="576"/>
        </w:tabs>
        <w:ind w:left="786"/>
      </w:pPr>
      <w:r>
        <w:t>Faktura bude obsahovat náležitosti obchodní listiny dle § 435 Občanskéh</w:t>
      </w:r>
      <w:r w:rsidR="00B0461E">
        <w:t>o</w:t>
      </w:r>
      <w:r>
        <w:t xml:space="preserve"> zákoníku a v případě, že jde o daňový doklad, také náležitosti dle zákona č. 235/2004 Sb., o dani z přidané hodnoty, ve znění pozdějších předpisů. Faktura musí dále obsahovat:</w:t>
      </w:r>
    </w:p>
    <w:p w14:paraId="2E03FA9B" w14:textId="77777777" w:rsidR="006135FA" w:rsidRDefault="006135FA" w:rsidP="00E93901">
      <w:pPr>
        <w:pStyle w:val="Nadpis3"/>
        <w:ind w:left="1276" w:hanging="425"/>
      </w:pPr>
      <w:r>
        <w:t>identifikaci Předmětu koupě podle Smlouvy;</w:t>
      </w:r>
    </w:p>
    <w:p w14:paraId="69B1D2AA" w14:textId="77777777" w:rsidR="006135FA" w:rsidRDefault="006135FA" w:rsidP="00E93901">
      <w:pPr>
        <w:pStyle w:val="Nadpis3"/>
        <w:ind w:left="1276" w:hanging="425"/>
      </w:pPr>
      <w:r>
        <w:t xml:space="preserve">uvedení </w:t>
      </w:r>
      <w:r w:rsidR="00B0461E" w:rsidRPr="00BE7107">
        <w:t>dílčích</w:t>
      </w:r>
      <w:r w:rsidR="00B0461E" w:rsidRPr="00B0461E">
        <w:t xml:space="preserve"> </w:t>
      </w:r>
      <w:r w:rsidRPr="00B0461E">
        <w:t>cen</w:t>
      </w:r>
      <w:r>
        <w:t xml:space="preserve">; </w:t>
      </w:r>
    </w:p>
    <w:p w14:paraId="65EBB319" w14:textId="77777777" w:rsidR="006135FA" w:rsidRDefault="006135FA" w:rsidP="00E93901">
      <w:pPr>
        <w:pStyle w:val="Nadpis3"/>
        <w:ind w:left="1276" w:hanging="425"/>
      </w:pPr>
      <w:r>
        <w:lastRenderedPageBreak/>
        <w:t xml:space="preserve">zakázkové číslo </w:t>
      </w:r>
      <w:r w:rsidRPr="006A2E26">
        <w:t>smlouvy</w:t>
      </w:r>
      <w:r>
        <w:t>, které slouží jako identifikátor platby;</w:t>
      </w:r>
    </w:p>
    <w:p w14:paraId="1E42C324" w14:textId="77777777" w:rsidR="006135FA" w:rsidRPr="00C80BC0" w:rsidRDefault="006135FA" w:rsidP="00E93901">
      <w:pPr>
        <w:pStyle w:val="Nadpis3"/>
        <w:ind w:left="1276" w:hanging="425"/>
      </w:pPr>
      <w:r>
        <w:t>úplné bankovní spojení Prodávajícího.</w:t>
      </w:r>
    </w:p>
    <w:p w14:paraId="0244F5A1" w14:textId="330E0319" w:rsidR="006135FA" w:rsidRDefault="006135FA" w:rsidP="0056725D">
      <w:pPr>
        <w:pStyle w:val="Nadpis2"/>
        <w:tabs>
          <w:tab w:val="num" w:pos="576"/>
        </w:tabs>
        <w:ind w:left="786"/>
      </w:pPr>
      <w:r>
        <w:t>Splatnost řádně vystavené faktury činí 30 kalendářních dnů ode dne doručení Kupujícímu.</w:t>
      </w:r>
      <w:r w:rsidR="004A4FCB">
        <w:t xml:space="preserve"> </w:t>
      </w:r>
      <w:r w:rsidR="004A4FCB" w:rsidRPr="00F44045">
        <w:t xml:space="preserve">Zaplacením </w:t>
      </w:r>
      <w:r w:rsidR="004A4FCB">
        <w:t xml:space="preserve">se rozumí den </w:t>
      </w:r>
      <w:r w:rsidR="004A4FCB" w:rsidRPr="00F44045">
        <w:t xml:space="preserve">odeslání </w:t>
      </w:r>
      <w:r w:rsidR="004A4FCB">
        <w:t xml:space="preserve">fakturované částky </w:t>
      </w:r>
      <w:r w:rsidR="004A4FCB" w:rsidRPr="00F44045">
        <w:t>na účet Prodávajícího</w:t>
      </w:r>
      <w:r w:rsidR="00524A0E">
        <w:t>.</w:t>
      </w:r>
    </w:p>
    <w:p w14:paraId="2A8FC1C9" w14:textId="77777777" w:rsidR="006135FA" w:rsidRDefault="006135FA" w:rsidP="0056725D">
      <w:pPr>
        <w:pStyle w:val="Nadpis2"/>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14:paraId="5C6BFA7F" w14:textId="3B99AC7A" w:rsidR="00EF3EC4" w:rsidRDefault="00EF3EC4" w:rsidP="0056725D">
      <w:pPr>
        <w:pStyle w:val="Nadpis2"/>
        <w:tabs>
          <w:tab w:val="num" w:pos="576"/>
        </w:tabs>
        <w:ind w:left="786"/>
      </w:pPr>
      <w:r>
        <w:t>Kupující neposkytuje zálohy</w:t>
      </w:r>
      <w:r w:rsidR="00524A0E">
        <w:t>.</w:t>
      </w:r>
    </w:p>
    <w:p w14:paraId="61DC50CD" w14:textId="77777777" w:rsidR="006135FA" w:rsidRDefault="006135FA" w:rsidP="00FD2054">
      <w:pPr>
        <w:pStyle w:val="Nadpis1"/>
        <w:ind w:left="3904"/>
        <w:jc w:val="left"/>
      </w:pPr>
      <w:r>
        <w:t xml:space="preserve">Práva a </w:t>
      </w:r>
      <w:r w:rsidRPr="003A3D6C">
        <w:t>povinnosti</w:t>
      </w:r>
      <w:r>
        <w:t xml:space="preserve"> </w:t>
      </w:r>
      <w:r w:rsidR="009E6AF5">
        <w:t>S</w:t>
      </w:r>
      <w:r>
        <w:t>mluvních stran</w:t>
      </w:r>
    </w:p>
    <w:p w14:paraId="5C14A0D0" w14:textId="77777777" w:rsidR="006135FA" w:rsidRDefault="006135FA" w:rsidP="0056725D">
      <w:pPr>
        <w:pStyle w:val="Nadpis2"/>
        <w:tabs>
          <w:tab w:val="num" w:pos="576"/>
        </w:tabs>
        <w:ind w:left="786"/>
      </w:pPr>
      <w:r>
        <w:t>Povinnosti Kupujícího</w:t>
      </w:r>
    </w:p>
    <w:p w14:paraId="1E6A2B53" w14:textId="113836C7" w:rsidR="006135FA" w:rsidRDefault="006135FA" w:rsidP="00E93901">
      <w:pPr>
        <w:pStyle w:val="Nadpis3"/>
        <w:ind w:left="1134" w:hanging="283"/>
      </w:pPr>
      <w:r>
        <w:t xml:space="preserve">Kupující dohodne s Prodávajícím rozsah oprávnění Prodávajícího ke vstupu a vjezdu do </w:t>
      </w:r>
      <w:r w:rsidR="000978FD" w:rsidRPr="000978FD">
        <w:t>Míst plnění</w:t>
      </w:r>
      <w:r>
        <w:t>.</w:t>
      </w:r>
    </w:p>
    <w:p w14:paraId="6A0CC7DF" w14:textId="77777777" w:rsidR="006135FA" w:rsidRDefault="006135FA" w:rsidP="00E93901">
      <w:pPr>
        <w:pStyle w:val="Nadpis3"/>
        <w:ind w:left="1134" w:hanging="28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 poskytnout potřebnou součinnost, kterou lze po něm spravedlivě požadovat při řešení všech záležitostí související s</w:t>
      </w:r>
      <w:r>
        <w:t> předáním Předmětu koupě</w:t>
      </w:r>
      <w:r w:rsidRPr="00A53741">
        <w:t xml:space="preserve">. </w:t>
      </w:r>
    </w:p>
    <w:p w14:paraId="075CA31C" w14:textId="77777777" w:rsidR="006135FA" w:rsidRPr="00FF64A8" w:rsidRDefault="006135FA" w:rsidP="00E93901">
      <w:pPr>
        <w:pStyle w:val="Nadpis3"/>
        <w:ind w:left="1134" w:hanging="283"/>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07EA2EA2" w14:textId="77777777" w:rsidR="006135FA" w:rsidRPr="00187F2E" w:rsidRDefault="006135FA" w:rsidP="00E93901">
      <w:pPr>
        <w:pStyle w:val="Nadpis3"/>
        <w:ind w:left="1134" w:hanging="283"/>
      </w:pPr>
      <w:r>
        <w:t>Kupující se zavazuje zaplatit včas Kupní cenu.</w:t>
      </w:r>
    </w:p>
    <w:p w14:paraId="3E0BBEF0" w14:textId="77777777" w:rsidR="006135FA" w:rsidRDefault="006135FA" w:rsidP="0056725D">
      <w:pPr>
        <w:pStyle w:val="Nadpis2"/>
        <w:tabs>
          <w:tab w:val="num" w:pos="576"/>
        </w:tabs>
        <w:ind w:left="786"/>
      </w:pPr>
      <w:r>
        <w:t>Povinnosti Prodávajícího</w:t>
      </w:r>
    </w:p>
    <w:p w14:paraId="63A8DEF8" w14:textId="77777777" w:rsidR="006135FA" w:rsidRDefault="006135FA" w:rsidP="00E93901">
      <w:pPr>
        <w:pStyle w:val="Nadpis3"/>
        <w:ind w:left="1134" w:hanging="283"/>
      </w:pPr>
      <w:r>
        <w:t>Prodávající se zavazuje včas předat Kupujícímu Předmět koupě a převést k Předmětu koupě vlastnické právo na Kupujícího.</w:t>
      </w:r>
    </w:p>
    <w:p w14:paraId="607EAB81" w14:textId="77777777" w:rsidR="006135FA" w:rsidRDefault="006135FA" w:rsidP="00E93901">
      <w:pPr>
        <w:pStyle w:val="Nadpis3"/>
        <w:ind w:left="1134" w:hanging="28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14:paraId="768664C7" w14:textId="77777777" w:rsidR="00A3575D" w:rsidRDefault="006135FA" w:rsidP="00E93901">
      <w:pPr>
        <w:pStyle w:val="Nadpis3"/>
        <w:spacing w:after="240"/>
        <w:ind w:left="1077" w:hanging="226"/>
      </w:pPr>
      <w:r>
        <w:t>Dodací list</w:t>
      </w:r>
      <w:r w:rsidR="005D31D0">
        <w:t xml:space="preserve"> </w:t>
      </w:r>
      <w:r>
        <w:t xml:space="preserve">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w:t>
      </w:r>
      <w:r w:rsidR="003A067B">
        <w:t xml:space="preserve"> kusů části Předmětu koupě</w:t>
      </w:r>
      <w:r>
        <w:t>,</w:t>
      </w:r>
      <w:r w:rsidRPr="00C9669A">
        <w:t xml:space="preserve"> informaci o tom, zda P</w:t>
      </w:r>
      <w:r>
        <w:t xml:space="preserve">rodávající </w:t>
      </w:r>
      <w:r w:rsidRPr="00C9669A">
        <w:t>předal Předmět</w:t>
      </w:r>
      <w:r>
        <w:t xml:space="preserve"> koupě </w:t>
      </w:r>
      <w:r w:rsidRPr="00C9669A">
        <w:t xml:space="preserve">řádně a včas a dále předepsaná jména </w:t>
      </w:r>
      <w:r>
        <w:t xml:space="preserve">Oprávněných osob </w:t>
      </w:r>
      <w:r w:rsidRPr="00C9669A">
        <w:t xml:space="preserve">Smluvních stran. Obsah </w:t>
      </w:r>
      <w:r>
        <w:t xml:space="preserve">dodacího listu </w:t>
      </w:r>
      <w:r w:rsidRPr="00C9669A">
        <w:t xml:space="preserve">protokolu bude potvrzen čitelnými vlastnoručními podpisy </w:t>
      </w:r>
      <w:r>
        <w:t xml:space="preserve">Oprávněných osob </w:t>
      </w:r>
      <w:r w:rsidRPr="00C9669A">
        <w:t>obou Smluvních stran.</w:t>
      </w:r>
    </w:p>
    <w:p w14:paraId="1CD51C3C" w14:textId="77777777" w:rsidR="006135FA" w:rsidRDefault="006135FA" w:rsidP="00FD2054">
      <w:pPr>
        <w:pStyle w:val="Nadpis1"/>
        <w:ind w:left="3904"/>
        <w:jc w:val="left"/>
      </w:pPr>
      <w:r>
        <w:t>Vlastnické právo</w:t>
      </w:r>
    </w:p>
    <w:p w14:paraId="36A8D9AD" w14:textId="0ACE9670" w:rsidR="006135FA" w:rsidRDefault="006135FA" w:rsidP="00B45588">
      <w:pPr>
        <w:pStyle w:val="Nadpis2bezslovn"/>
      </w:pPr>
      <w:r w:rsidRPr="00B45588">
        <w:t>Vlastnické</w:t>
      </w:r>
      <w:r>
        <w:t xml:space="preserve"> právo k Předmětu koupě se převádí </w:t>
      </w:r>
      <w:r w:rsidR="009A250B">
        <w:t xml:space="preserve">okamžikem </w:t>
      </w:r>
      <w:r>
        <w:t>jeho pře</w:t>
      </w:r>
      <w:r w:rsidR="009A250B">
        <w:t xml:space="preserve">vzetí </w:t>
      </w:r>
      <w:r>
        <w:t>Kupujícím. Bude-li Prodávající plnit po částech, převádí se vlastnické právo ke každé předané movité věci zvlášť v době předání.</w:t>
      </w:r>
      <w:r w:rsidR="009A250B">
        <w:t xml:space="preserve"> </w:t>
      </w:r>
      <w:r w:rsidR="009A250B" w:rsidRPr="00AA2034">
        <w:t xml:space="preserve">Převzetím se rozumí podpis </w:t>
      </w:r>
      <w:r w:rsidR="009A250B">
        <w:t xml:space="preserve">dodacího listu </w:t>
      </w:r>
      <w:r w:rsidR="009A250B" w:rsidRPr="00AA2034">
        <w:t xml:space="preserve">oběma Smluvními stranami, kterým zároveň přechází na Kupujícího i nebezpečí škody na </w:t>
      </w:r>
      <w:r w:rsidR="009A250B">
        <w:t>Předmětu koupě.</w:t>
      </w:r>
    </w:p>
    <w:p w14:paraId="0D8B4E84" w14:textId="77777777" w:rsidR="00155AF7" w:rsidRDefault="00155AF7" w:rsidP="00B45588">
      <w:pPr>
        <w:pStyle w:val="Nadpis2bezslovn"/>
      </w:pPr>
    </w:p>
    <w:p w14:paraId="344FD062" w14:textId="77777777" w:rsidR="00155AF7" w:rsidRPr="002D6884" w:rsidRDefault="00155AF7" w:rsidP="00B45588">
      <w:pPr>
        <w:pStyle w:val="Nadpis2bezslovn"/>
      </w:pPr>
    </w:p>
    <w:p w14:paraId="33CD1C16" w14:textId="1869C13C" w:rsidR="006135FA" w:rsidRDefault="006135FA" w:rsidP="00AB49E5">
      <w:pPr>
        <w:pStyle w:val="Nadpis2"/>
        <w:numPr>
          <w:ilvl w:val="0"/>
          <w:numId w:val="0"/>
        </w:numPr>
        <w:ind w:left="786"/>
      </w:pPr>
    </w:p>
    <w:p w14:paraId="4ECFBD22" w14:textId="77777777" w:rsidR="006135FA" w:rsidRDefault="006135FA" w:rsidP="00FD2054">
      <w:pPr>
        <w:pStyle w:val="Nadpis1"/>
        <w:ind w:left="3904"/>
        <w:jc w:val="left"/>
      </w:pPr>
      <w:r>
        <w:lastRenderedPageBreak/>
        <w:t xml:space="preserve">Odpovědnost za vady  </w:t>
      </w:r>
    </w:p>
    <w:p w14:paraId="1297AB4E" w14:textId="0F7198F8" w:rsidR="006135FA" w:rsidRDefault="006135FA" w:rsidP="0056725D">
      <w:pPr>
        <w:pStyle w:val="Nadpis2"/>
        <w:tabs>
          <w:tab w:val="num" w:pos="576"/>
        </w:tabs>
        <w:ind w:left="786"/>
      </w:pPr>
      <w:r>
        <w:t xml:space="preserve">Prodávající prohlašuje, že Předmět koupě nebo jeho část nemá žádné vady. </w:t>
      </w:r>
    </w:p>
    <w:p w14:paraId="5F937CAA" w14:textId="77777777" w:rsidR="009A250B" w:rsidRDefault="009A250B" w:rsidP="009A250B">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382281D7" w14:textId="77777777" w:rsidR="006135FA" w:rsidRDefault="006135FA" w:rsidP="0056725D">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w:t>
      </w:r>
      <w:r w:rsidR="00556A34">
        <w:t>24</w:t>
      </w:r>
      <w:r w:rsidRPr="00A158C4">
        <w:t xml:space="preserve"> měsíců</w:t>
      </w:r>
      <w:r>
        <w:t xml:space="preserve"> ode dne převzetí Předmětu koupě, nebo jeho část</w:t>
      </w:r>
      <w:r w:rsidR="00F41AFC">
        <w:t>i (není-li v Příloze č. 1 Smlouvy</w:t>
      </w:r>
      <w:r w:rsidR="00C975FA">
        <w:t xml:space="preserve"> stanoveno jinak).</w:t>
      </w:r>
      <w:r w:rsidR="00A35281">
        <w:t xml:space="preserve"> </w:t>
      </w:r>
    </w:p>
    <w:p w14:paraId="1EDBE728" w14:textId="77777777" w:rsidR="006135FA" w:rsidRPr="00F55DE2" w:rsidRDefault="006135FA" w:rsidP="00FD2054">
      <w:pPr>
        <w:pStyle w:val="Nadpis2"/>
        <w:ind w:left="709" w:hanging="283"/>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sidR="0062299B">
        <w:rPr>
          <w:bCs w:val="0"/>
          <w:szCs w:val="24"/>
        </w:rPr>
        <w:t>koupě</w:t>
      </w:r>
      <w:r w:rsidR="0062299B" w:rsidRPr="008D2D0B">
        <w:rPr>
          <w:bCs w:val="0"/>
          <w:szCs w:val="24"/>
        </w:rPr>
        <w:t xml:space="preserve"> </w:t>
      </w:r>
      <w:r w:rsidRPr="008D2D0B">
        <w:rPr>
          <w:bCs w:val="0"/>
          <w:szCs w:val="24"/>
        </w:rPr>
        <w:t xml:space="preserve">není dotčeno právo </w:t>
      </w:r>
      <w:r>
        <w:rPr>
          <w:bCs w:val="0"/>
          <w:szCs w:val="24"/>
        </w:rPr>
        <w:t xml:space="preserve">Kupujícího </w:t>
      </w:r>
      <w:r w:rsidRPr="008D2D0B">
        <w:rPr>
          <w:bCs w:val="0"/>
          <w:szCs w:val="24"/>
        </w:rPr>
        <w:t>uplatňovat práva z vad, které byly zjistitelné, ale nebyly zjištěny při převzetí.</w:t>
      </w:r>
    </w:p>
    <w:p w14:paraId="753F9908" w14:textId="77777777" w:rsidR="006135FA" w:rsidRPr="00CD2446" w:rsidRDefault="006135FA" w:rsidP="0056725D">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14:paraId="23DECE41" w14:textId="77777777" w:rsidR="00700809" w:rsidRPr="007B17D0" w:rsidRDefault="006135FA" w:rsidP="007B17D0">
      <w:pPr>
        <w:pStyle w:val="Nadpis2"/>
        <w:ind w:left="709" w:hanging="283"/>
        <w:rPr>
          <w:szCs w:val="24"/>
        </w:rPr>
      </w:pPr>
      <w:r w:rsidRPr="00AC0F7F">
        <w:t>Vada</w:t>
      </w:r>
      <w:r w:rsidR="00C975FA">
        <w:t xml:space="preserve"> </w:t>
      </w:r>
      <w:r w:rsidRPr="00AC0F7F">
        <w:t>bude</w:t>
      </w:r>
      <w:r w:rsidR="00C975FA">
        <w:t xml:space="preserve"> </w:t>
      </w:r>
      <w:r w:rsidRPr="00AC0F7F">
        <w:t xml:space="preserve">nahlášena prostřednictvím </w:t>
      </w:r>
      <w:r>
        <w:t>Kontaktní osoby</w:t>
      </w:r>
      <w:r w:rsidRPr="00AC0F7F">
        <w:t xml:space="preserve"> písemně </w:t>
      </w:r>
      <w:r w:rsidR="003137F8">
        <w:t>formou</w:t>
      </w:r>
      <w:r w:rsidR="003137F8" w:rsidRPr="00AC0F7F">
        <w:t xml:space="preserve"> </w:t>
      </w:r>
      <w:r w:rsidRPr="00AC0F7F">
        <w:t xml:space="preserve">e-mailové zprávy zaslané na adresu </w:t>
      </w:r>
      <w:r w:rsidR="006C3BA5" w:rsidRPr="00DB78FF">
        <w:rPr>
          <w:i/>
          <w:highlight w:val="yellow"/>
        </w:rPr>
        <w:t>doplní vybraný dodavate</w:t>
      </w:r>
      <w:r w:rsidR="006C3BA5" w:rsidRPr="00BE7107">
        <w:rPr>
          <w:i/>
          <w:highlight w:val="yellow"/>
        </w:rPr>
        <w:t>l</w:t>
      </w:r>
      <w:r w:rsidR="003106CE">
        <w:rPr>
          <w:i/>
        </w:rPr>
        <w:t xml:space="preserve"> </w:t>
      </w:r>
      <w:r w:rsidR="00C812A3">
        <w:t>(dále</w:t>
      </w:r>
      <w:r w:rsidR="003106CE">
        <w:t xml:space="preserve"> jako „reklamace“)</w:t>
      </w:r>
      <w:r>
        <w:rPr>
          <w:i/>
        </w:rPr>
        <w:t xml:space="preserve">. </w:t>
      </w:r>
    </w:p>
    <w:p w14:paraId="359B6151" w14:textId="77777777" w:rsidR="00700809" w:rsidRPr="00700809" w:rsidRDefault="00700809" w:rsidP="007B17D0">
      <w:pPr>
        <w:pStyle w:val="Nadpis2"/>
        <w:ind w:left="709" w:hanging="283"/>
        <w:rPr>
          <w:szCs w:val="24"/>
        </w:rPr>
      </w:pPr>
      <w:r w:rsidRPr="00700809">
        <w:rPr>
          <w:szCs w:val="24"/>
        </w:rPr>
        <w:t>Prodávající je povinen se k reklamaci Kupujícího vyjádřit v termínu do 5 dnů ode dne, kdy mu byla reklamace doručena</w:t>
      </w:r>
      <w:r w:rsidR="00C812A3">
        <w:rPr>
          <w:szCs w:val="24"/>
        </w:rPr>
        <w:t>,</w:t>
      </w:r>
      <w:r w:rsidRPr="00700809">
        <w:rPr>
          <w:szCs w:val="24"/>
        </w:rPr>
        <w:t xml:space="preserve"> a zavazuje se písemně sdělit, zda reklamaci uznává. V případě oprávněné reklamace je Prodávající povinen provést výměnu vadného zboží v termínu do 10 </w:t>
      </w:r>
      <w:r w:rsidR="00C812A3">
        <w:rPr>
          <w:szCs w:val="24"/>
        </w:rPr>
        <w:t xml:space="preserve">kalendářních </w:t>
      </w:r>
      <w:r w:rsidRPr="00700809">
        <w:rPr>
          <w:szCs w:val="24"/>
        </w:rPr>
        <w:t xml:space="preserve">dnů od </w:t>
      </w:r>
      <w:r w:rsidR="003137F8">
        <w:rPr>
          <w:szCs w:val="24"/>
        </w:rPr>
        <w:t>doručení</w:t>
      </w:r>
      <w:r w:rsidRPr="00700809">
        <w:rPr>
          <w:szCs w:val="24"/>
        </w:rPr>
        <w:t xml:space="preserve"> reklamace.</w:t>
      </w:r>
    </w:p>
    <w:p w14:paraId="24F121C4" w14:textId="77777777" w:rsidR="00700809" w:rsidRPr="00700809" w:rsidRDefault="00700809" w:rsidP="007B17D0">
      <w:pPr>
        <w:pStyle w:val="Nadpis2"/>
        <w:ind w:left="709" w:hanging="283"/>
        <w:rPr>
          <w:szCs w:val="24"/>
        </w:rPr>
      </w:pPr>
      <w:r w:rsidRPr="00700809">
        <w:rPr>
          <w:szCs w:val="24"/>
        </w:rPr>
        <w:t>U reklamovaného Zboží, které bylo vyměněno za bezvadné, běží nová záruční doba ode dne předání Kupujícímu.</w:t>
      </w:r>
    </w:p>
    <w:p w14:paraId="51A91EAA" w14:textId="77777777" w:rsidR="006135FA" w:rsidRPr="003137F8" w:rsidRDefault="00700809" w:rsidP="007B17D0">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600A3E04" w14:textId="4E9B3C0D" w:rsidR="006135FA" w:rsidRDefault="006135FA" w:rsidP="007B17D0">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Prodávající</w:t>
      </w:r>
      <w:r w:rsidR="00C812A3">
        <w:t xml:space="preserve"> nad rámec účelně vynaložených nákladů podle předchozího odstavce dále</w:t>
      </w:r>
      <w:r>
        <w:t xml:space="preserve"> </w:t>
      </w:r>
      <w:r w:rsidRPr="00E752C3">
        <w:t xml:space="preserve">povinen uhradit </w:t>
      </w:r>
      <w:r>
        <w:t xml:space="preserve">Kupujícímu </w:t>
      </w:r>
      <w:r w:rsidRPr="00E752C3">
        <w:t xml:space="preserve">smluvní pokutu </w:t>
      </w:r>
      <w:r w:rsidRPr="00410DC2">
        <w:t>uvedenou článku</w:t>
      </w:r>
      <w:r>
        <w:t xml:space="preserve"> X. </w:t>
      </w:r>
      <w:r w:rsidR="00DC22AE" w:rsidRPr="00410DC2">
        <w:t xml:space="preserve">v odst. </w:t>
      </w:r>
      <w:r w:rsidR="00DC22AE">
        <w:t>2)</w:t>
      </w:r>
      <w:r>
        <w:t>.</w:t>
      </w:r>
      <w:r w:rsidRPr="00E752C3">
        <w:t xml:space="preserve"> </w:t>
      </w:r>
    </w:p>
    <w:p w14:paraId="03FA0CA1" w14:textId="77777777" w:rsidR="006135FA" w:rsidRDefault="006135FA" w:rsidP="00FD2054">
      <w:pPr>
        <w:pStyle w:val="Nadpis1"/>
        <w:ind w:left="3904"/>
        <w:jc w:val="left"/>
      </w:pPr>
      <w:r>
        <w:t>Mlčenlivost</w:t>
      </w:r>
    </w:p>
    <w:p w14:paraId="2AC3228E" w14:textId="6E462F7E" w:rsidR="006135FA" w:rsidRPr="005D10B7" w:rsidRDefault="006135FA" w:rsidP="0056725D">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 zabezpečení a nezpřístupnit třetím osobám </w:t>
      </w:r>
      <w:r w:rsidR="00A35281">
        <w:t>důvěrné</w:t>
      </w:r>
      <w:r w:rsidRPr="005D10B7">
        <w:t xml:space="preserve"> informace (dále jen „</w:t>
      </w:r>
      <w:r w:rsidR="00A35281">
        <w:t>Důvěrné</w:t>
      </w:r>
      <w:r w:rsidRPr="005D10B7">
        <w:t xml:space="preserve"> informace“). Povinnost poskytovat informace podle zákona č. 106/1999 Sb., o svobodném přístupu k informacím, ve znění pozdějších předpisů, není tímto ustanovením dotčena. Za </w:t>
      </w:r>
      <w:r w:rsidR="00A35281">
        <w:t>Důvěrné</w:t>
      </w:r>
      <w:r w:rsidRPr="005D10B7">
        <w:t xml:space="preserve"> informace se považují veškeré následující informace:</w:t>
      </w:r>
    </w:p>
    <w:p w14:paraId="1B115F8E" w14:textId="77777777" w:rsidR="006135FA" w:rsidRPr="005D10B7" w:rsidRDefault="006135FA" w:rsidP="00E93901">
      <w:pPr>
        <w:pStyle w:val="Nadpis3"/>
        <w:ind w:left="851"/>
      </w:pPr>
      <w:r w:rsidRPr="005D10B7">
        <w:lastRenderedPageBreak/>
        <w:t xml:space="preserve">veškeré informace poskytnuté Kupujícím Prodávajícímu v souvislosti s plněním této Smlouvy (pokud nejsou výslovně obsaženy ve znění Smlouvy zveřejňovaném dle </w:t>
      </w:r>
      <w:r w:rsidRPr="007D70BD">
        <w:t>odst. 3 Závěrečných ustanovení</w:t>
      </w:r>
      <w:r w:rsidRPr="005D10B7">
        <w:t>);</w:t>
      </w:r>
    </w:p>
    <w:p w14:paraId="048B8662" w14:textId="77777777" w:rsidR="006135FA" w:rsidRPr="005D10B7" w:rsidRDefault="006135FA" w:rsidP="00E93901">
      <w:pPr>
        <w:pStyle w:val="Nadpis3"/>
        <w:ind w:left="851"/>
      </w:pPr>
      <w:r w:rsidRPr="005D10B7">
        <w:t>informace, na která se vztahuje zákonem uložená povinnost mlčenlivosti;</w:t>
      </w:r>
    </w:p>
    <w:p w14:paraId="77AF0F20" w14:textId="6B1F18C3" w:rsidR="006135FA" w:rsidRPr="00900D84" w:rsidRDefault="006135FA" w:rsidP="00E93901">
      <w:pPr>
        <w:pStyle w:val="Nadpis3"/>
        <w:ind w:left="851"/>
      </w:pPr>
      <w:r w:rsidRPr="00900D84">
        <w:t xml:space="preserve">veškeré další informace, které budou Kupujícím označeny jako důvěrné ve smyslu ustanovení </w:t>
      </w:r>
      <w:r w:rsidR="001E3A92">
        <w:t xml:space="preserve">§ 1730 odst. 2 Občanského zákoníku </w:t>
      </w:r>
      <w:r w:rsidRPr="00900D84">
        <w:t xml:space="preserve"> </w:t>
      </w:r>
      <w:r w:rsidR="00900D84" w:rsidRPr="00BE7107">
        <w:t>218</w:t>
      </w:r>
      <w:r w:rsidR="001E3A92">
        <w:t xml:space="preserve"> odst</w:t>
      </w:r>
      <w:r w:rsidRPr="00900D84">
        <w:t>.</w:t>
      </w:r>
    </w:p>
    <w:p w14:paraId="11E4414E" w14:textId="77777777" w:rsidR="006135FA" w:rsidRPr="005D10B7" w:rsidRDefault="006135FA" w:rsidP="0056725D">
      <w:pPr>
        <w:pStyle w:val="Nadpis2"/>
        <w:tabs>
          <w:tab w:val="num" w:pos="576"/>
        </w:tabs>
        <w:ind w:left="786"/>
      </w:pPr>
      <w:r w:rsidRPr="005D10B7">
        <w:t>Povinnost zachovávat mlčenlivost, uvedená v předchozím článku, se nevztahuje na informace:</w:t>
      </w:r>
    </w:p>
    <w:p w14:paraId="7CA9F86B" w14:textId="77777777" w:rsidR="006135FA" w:rsidRDefault="006135FA" w:rsidP="00E93901">
      <w:pPr>
        <w:pStyle w:val="Nadpis3"/>
        <w:ind w:left="851" w:hanging="284"/>
      </w:pPr>
      <w:r w:rsidRPr="005D10B7">
        <w:t>které je Kupující povinen poskytnout třetím osobám podle zákona č. 106/1999 Sb., o svobodném přístupu k informacím, ve znění pozdějších předpisů;</w:t>
      </w:r>
    </w:p>
    <w:p w14:paraId="1FAC0BB9" w14:textId="77777777" w:rsidR="006135FA" w:rsidRPr="005D10B7" w:rsidRDefault="006135FA" w:rsidP="00E93901">
      <w:pPr>
        <w:pStyle w:val="Nadpis3"/>
        <w:ind w:left="851" w:hanging="284"/>
      </w:pPr>
      <w:r w:rsidRPr="005D10B7">
        <w:t xml:space="preserve">jejichž sdělení vyžaduje </w:t>
      </w:r>
      <w:r>
        <w:t>jiný právní předpis;</w:t>
      </w:r>
    </w:p>
    <w:p w14:paraId="264A6C95" w14:textId="77777777" w:rsidR="006135FA" w:rsidRPr="005D10B7" w:rsidRDefault="006135FA" w:rsidP="00E93901">
      <w:pPr>
        <w:pStyle w:val="Nadpis3"/>
        <w:ind w:left="851" w:hanging="284"/>
      </w:pPr>
      <w:r w:rsidRPr="005D10B7">
        <w:t>které jsou nebo se stanou všeobecně a veřejně přístupnými jinak než porušením právních povinností ze strany některé ze Smluvních stran;</w:t>
      </w:r>
    </w:p>
    <w:p w14:paraId="103468B3" w14:textId="77777777" w:rsidR="006135FA" w:rsidRPr="005D10B7" w:rsidRDefault="006135FA" w:rsidP="00E93901">
      <w:pPr>
        <w:pStyle w:val="Nadpis3"/>
        <w:ind w:left="851" w:hanging="284"/>
      </w:pPr>
      <w:r w:rsidRPr="005D10B7">
        <w:t>u nichž je Prodávající schopen prokázat, že mu byly známy ještě před přijetím těchto informací od Kupujícího, avšak pouze za podmínky, že se na tyto informace nevztahuje povinnost mlčenlivosti z jiných důvodů;</w:t>
      </w:r>
    </w:p>
    <w:p w14:paraId="45A142F7" w14:textId="77777777" w:rsidR="006135FA" w:rsidRPr="005D10B7" w:rsidRDefault="006135FA" w:rsidP="00E93901">
      <w:pPr>
        <w:pStyle w:val="Nadpis3"/>
        <w:ind w:left="851" w:hanging="284"/>
      </w:pPr>
      <w:r w:rsidRPr="005D10B7">
        <w:t>které budou Prodávajícímu po uzavření této Smlouvy sděleny bez závazku mlčenlivosti třetí stranou, jež rovněž není ve vztahu k těmto informacím nijak vázána</w:t>
      </w:r>
      <w:r>
        <w:t>.</w:t>
      </w:r>
    </w:p>
    <w:p w14:paraId="5692D073" w14:textId="609D71CF" w:rsidR="006135FA" w:rsidRPr="005D10B7" w:rsidRDefault="006135FA" w:rsidP="0056725D">
      <w:pPr>
        <w:pStyle w:val="Nadpis2"/>
        <w:tabs>
          <w:tab w:val="num" w:pos="576"/>
        </w:tabs>
        <w:ind w:left="786"/>
      </w:pPr>
      <w:r w:rsidRPr="005D10B7">
        <w:t xml:space="preserve">Jako s </w:t>
      </w:r>
      <w:r w:rsidR="00A35281">
        <w:t>důvěrnými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14:paraId="5953B9FF" w14:textId="13240D29" w:rsidR="006135FA" w:rsidRPr="00894F6E" w:rsidRDefault="006135FA" w:rsidP="0056725D">
      <w:pPr>
        <w:pStyle w:val="Nadpis2"/>
        <w:tabs>
          <w:tab w:val="num" w:pos="576"/>
        </w:tabs>
        <w:ind w:left="786"/>
      </w:pPr>
      <w:r>
        <w:t>Prodávající</w:t>
      </w:r>
      <w:r w:rsidRPr="00894F6E">
        <w:t xml:space="preserve"> se zavazuje, že </w:t>
      </w:r>
      <w:r w:rsidR="00A35281">
        <w:t>Důvěrné</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14:paraId="7C134CE4" w14:textId="69199424" w:rsidR="006135FA" w:rsidRPr="00894F6E" w:rsidRDefault="006135FA" w:rsidP="0056725D">
      <w:pPr>
        <w:pStyle w:val="Nadpis2"/>
        <w:tabs>
          <w:tab w:val="num" w:pos="576"/>
        </w:tabs>
        <w:ind w:left="786"/>
      </w:pPr>
      <w:r>
        <w:t>Prodávající</w:t>
      </w:r>
      <w:r w:rsidRPr="00894F6E">
        <w:t xml:space="preserve"> je povinen svého případného </w:t>
      </w:r>
      <w:r w:rsidR="00A35281">
        <w:t>pod</w:t>
      </w:r>
      <w:r w:rsidRPr="00894F6E">
        <w:t xml:space="preserve">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14:paraId="0B79BE31" w14:textId="77777777" w:rsidR="006135FA" w:rsidRPr="00894F6E" w:rsidRDefault="006135FA" w:rsidP="0056725D">
      <w:pPr>
        <w:pStyle w:val="Nadpis2"/>
        <w:tabs>
          <w:tab w:val="num" w:pos="576"/>
        </w:tabs>
        <w:ind w:left="786"/>
      </w:pPr>
      <w:r w:rsidRPr="00894F6E">
        <w:t>Povinnost zachování mlčenlivosti trvá i po ukončení smluvního vztahu po dobu 5 let od skončení záruční doby.</w:t>
      </w:r>
    </w:p>
    <w:p w14:paraId="58821EEA" w14:textId="77777777" w:rsidR="006135FA" w:rsidRDefault="006135FA" w:rsidP="00FD2054">
      <w:pPr>
        <w:pStyle w:val="Nadpis1"/>
        <w:ind w:left="3904"/>
        <w:jc w:val="left"/>
      </w:pPr>
      <w:r>
        <w:t>Odpovědnost za škodu</w:t>
      </w:r>
    </w:p>
    <w:p w14:paraId="07BDD0B9" w14:textId="705056FB" w:rsidR="006135FA" w:rsidRPr="0025536D" w:rsidRDefault="006135FA" w:rsidP="00AB49E5">
      <w:pPr>
        <w:pStyle w:val="Nadpis2"/>
        <w:numPr>
          <w:ilvl w:val="0"/>
          <w:numId w:val="0"/>
        </w:numPr>
        <w:ind w:left="786"/>
      </w:pPr>
      <w:r>
        <w:t>Škodu hradí škůdce v penězích, nežádá-li poškozený uvedení do předešlého stavu.</w:t>
      </w:r>
    </w:p>
    <w:p w14:paraId="17FD0EE5" w14:textId="77777777" w:rsidR="006135FA" w:rsidRDefault="006135FA" w:rsidP="00FD2054">
      <w:pPr>
        <w:pStyle w:val="Nadpis1"/>
        <w:ind w:left="3904"/>
        <w:jc w:val="left"/>
      </w:pPr>
      <w:r>
        <w:t>Sankce</w:t>
      </w:r>
    </w:p>
    <w:p w14:paraId="623117D1" w14:textId="77777777" w:rsidR="006135FA" w:rsidRDefault="006135FA" w:rsidP="0056725D">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14:paraId="106BA8B6" w14:textId="77777777" w:rsidR="006135FA" w:rsidRDefault="006135FA" w:rsidP="007B17D0">
      <w:pPr>
        <w:pStyle w:val="Nadpis2"/>
        <w:ind w:left="851" w:hanging="425"/>
      </w:pPr>
      <w:r w:rsidRPr="005172F7">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rsidR="003106CE">
        <w:t>0,25 %</w:t>
      </w:r>
      <w:r w:rsidRPr="008D2D0B">
        <w:t xml:space="preserve"> </w:t>
      </w:r>
      <w:r w:rsidR="003106CE">
        <w:t>z Kupní ceny</w:t>
      </w:r>
      <w:r w:rsidRPr="008D2D0B">
        <w:t xml:space="preserve"> </w:t>
      </w:r>
      <w:r w:rsidR="003106CE">
        <w:t xml:space="preserve">vadné </w:t>
      </w:r>
      <w:r w:rsidRPr="00FD2054">
        <w:t>část</w:t>
      </w:r>
      <w:r w:rsidR="003106CE">
        <w:t>i</w:t>
      </w:r>
      <w:r w:rsidRPr="00FD2054">
        <w:t xml:space="preserve"> Předmětu koup</w:t>
      </w:r>
      <w:r w:rsidR="003106CE">
        <w:t>ě</w:t>
      </w:r>
      <w:r w:rsidRPr="00FD2054">
        <w:t xml:space="preserve"> za každý i započatý den prodlení.</w:t>
      </w:r>
    </w:p>
    <w:p w14:paraId="0D34044B" w14:textId="28109A21" w:rsidR="006135FA" w:rsidRPr="003574CB" w:rsidRDefault="006135FA" w:rsidP="0056725D">
      <w:pPr>
        <w:pStyle w:val="Nadpis2"/>
        <w:tabs>
          <w:tab w:val="num" w:pos="576"/>
        </w:tabs>
        <w:ind w:left="786"/>
        <w:rPr>
          <w:szCs w:val="24"/>
        </w:rPr>
      </w:pPr>
      <w:r w:rsidRPr="00FD2054">
        <w:t>Při prodlení Kupujícího se zaplacením řádně vystavené faktury je Prodávající oprávněn požadovat zaplacení úroku z</w:t>
      </w:r>
      <w:r w:rsidR="003574CB">
        <w:t> </w:t>
      </w:r>
      <w:r w:rsidRPr="00FD2054">
        <w:t>prodlení</w:t>
      </w:r>
      <w:r w:rsidR="003574CB">
        <w:t xml:space="preserve"> z neuhrazené části faktury </w:t>
      </w:r>
      <w:r w:rsidRPr="00FD2054">
        <w:t xml:space="preserve">ve výši stanovené právními </w:t>
      </w:r>
      <w:r w:rsidRPr="003574CB">
        <w:rPr>
          <w:szCs w:val="24"/>
        </w:rPr>
        <w:t>předpisy</w:t>
      </w:r>
      <w:r w:rsidR="003574CB" w:rsidRPr="003574CB">
        <w:rPr>
          <w:szCs w:val="24"/>
        </w:rPr>
        <w:t xml:space="preserve"> (</w:t>
      </w:r>
      <w:r w:rsidR="003574CB" w:rsidRPr="00AB49E5">
        <w:rPr>
          <w:szCs w:val="24"/>
        </w:rPr>
        <w:t>nařízením vlády č. 351/2013 Sb.)</w:t>
      </w:r>
      <w:r w:rsidRPr="003574CB">
        <w:rPr>
          <w:szCs w:val="24"/>
        </w:rPr>
        <w:t xml:space="preserve">. </w:t>
      </w:r>
    </w:p>
    <w:p w14:paraId="1F95713D" w14:textId="02A0CE6F" w:rsidR="006135FA" w:rsidRPr="00894F6E" w:rsidRDefault="006135FA" w:rsidP="0056725D">
      <w:pPr>
        <w:pStyle w:val="Nadpis2"/>
        <w:tabs>
          <w:tab w:val="num" w:pos="576"/>
        </w:tabs>
        <w:ind w:left="786"/>
      </w:pPr>
      <w:r w:rsidRPr="00FD2054">
        <w:lastRenderedPageBreak/>
        <w:t xml:space="preserve">V případě, že některá ze Smluvních stran poruší některou z povinností mlčenlivosti dle čl. </w:t>
      </w:r>
      <w:r w:rsidR="00FD78A6">
        <w:t>VIII.</w:t>
      </w:r>
      <w:r w:rsidRPr="00894F6E">
        <w:t xml:space="preserve">, je druhá smluvní strana oprávněna požadovat smluvní pokutu ve výši 10.000,-Kč (slovy: </w:t>
      </w:r>
      <w:r w:rsidR="000D3313">
        <w:t>deset</w:t>
      </w:r>
      <w:r w:rsidRPr="00894F6E">
        <w:t xml:space="preserve"> tisíc korun českých), a to za každý jednotlivý případ porušení. </w:t>
      </w:r>
    </w:p>
    <w:p w14:paraId="4325E948" w14:textId="2204A0BF" w:rsidR="006135FA" w:rsidRPr="00894F6E" w:rsidRDefault="006135FA" w:rsidP="005C0F87">
      <w:pPr>
        <w:pStyle w:val="Nadpis2"/>
        <w:tabs>
          <w:tab w:val="num" w:pos="576"/>
        </w:tabs>
        <w:ind w:left="786"/>
      </w:pPr>
      <w:r w:rsidRPr="00894F6E">
        <w:t xml:space="preserve">Smluvní </w:t>
      </w:r>
      <w:r w:rsidR="003574CB">
        <w:t>sankce</w:t>
      </w:r>
      <w:r w:rsidR="003574CB" w:rsidRPr="00894F6E">
        <w:t xml:space="preserve"> </w:t>
      </w:r>
      <w:r w:rsidRPr="00894F6E">
        <w:t>j</w:t>
      </w:r>
      <w:r w:rsidR="003574CB">
        <w:t>sou</w:t>
      </w:r>
      <w:r w:rsidRPr="00894F6E">
        <w:t xml:space="preserve"> splatn</w:t>
      </w:r>
      <w:r w:rsidR="003574CB">
        <w:t>é</w:t>
      </w:r>
      <w:r w:rsidRPr="00894F6E">
        <w:t xml:space="preserve"> ve lhůtě sedmi dnů od doručení písemné výzvy </w:t>
      </w:r>
      <w:r>
        <w:t xml:space="preserve">oprávněné Smluvní strany Smluvní straně povinné ze smluvní </w:t>
      </w:r>
      <w:r w:rsidR="003574CB">
        <w:t>sankce.</w:t>
      </w:r>
    </w:p>
    <w:p w14:paraId="20734ADF" w14:textId="6E1C2BDF" w:rsidR="003574CB" w:rsidRPr="00894F6E" w:rsidRDefault="006135FA" w:rsidP="003574CB">
      <w:pPr>
        <w:pStyle w:val="Nadpis2"/>
        <w:tabs>
          <w:tab w:val="num" w:pos="576"/>
        </w:tabs>
        <w:ind w:left="786"/>
      </w:pPr>
      <w:r w:rsidRPr="00894F6E">
        <w:t xml:space="preserve">Ujednáním o smluvní pokutě není dotčeno právo poškozené smluvní strany domáhat se náhrady škody v plné výši. </w:t>
      </w:r>
      <w:r w:rsidR="003574CB" w:rsidRPr="00CC410E">
        <w:t xml:space="preserve">Smluvní strany </w:t>
      </w:r>
      <w:r w:rsidR="003574CB">
        <w:t xml:space="preserve">tedy výslovně </w:t>
      </w:r>
      <w:r w:rsidR="003574CB" w:rsidRPr="00CC410E">
        <w:t>vylučují použití ustanovení §</w:t>
      </w:r>
      <w:r w:rsidR="003574CB">
        <w:t> </w:t>
      </w:r>
      <w:r w:rsidR="003574CB" w:rsidRPr="00CC410E">
        <w:t>2050 O</w:t>
      </w:r>
      <w:r w:rsidR="00FD78A6">
        <w:t>bčanského zákoníku</w:t>
      </w:r>
      <w:r w:rsidR="003574CB" w:rsidRPr="00CC410E">
        <w:t>.</w:t>
      </w:r>
    </w:p>
    <w:p w14:paraId="020C0D14" w14:textId="77777777" w:rsidR="006135FA" w:rsidRPr="00894F6E" w:rsidRDefault="006135FA" w:rsidP="00AB49E5">
      <w:pPr>
        <w:pStyle w:val="Nadpis2"/>
        <w:numPr>
          <w:ilvl w:val="0"/>
          <w:numId w:val="0"/>
        </w:numPr>
        <w:ind w:left="786"/>
      </w:pPr>
    </w:p>
    <w:p w14:paraId="235E775B" w14:textId="77777777" w:rsidR="006135FA" w:rsidRDefault="006135FA" w:rsidP="00FD2054">
      <w:pPr>
        <w:pStyle w:val="Nadpis1"/>
        <w:ind w:left="3904"/>
        <w:jc w:val="left"/>
      </w:pPr>
      <w:r>
        <w:t xml:space="preserve">Ukončení </w:t>
      </w:r>
      <w:r w:rsidR="009E6AF5">
        <w:t>S</w:t>
      </w:r>
      <w:r>
        <w:t>mlouvy</w:t>
      </w:r>
    </w:p>
    <w:p w14:paraId="7A15B5A6" w14:textId="77777777" w:rsidR="006135FA" w:rsidRDefault="006135FA" w:rsidP="0056725D">
      <w:pPr>
        <w:pStyle w:val="Nadpis2"/>
        <w:tabs>
          <w:tab w:val="num" w:pos="576"/>
        </w:tabs>
        <w:ind w:left="786"/>
      </w:pPr>
      <w:r>
        <w:t xml:space="preserve">Smlouva může být ukončena dohodou </w:t>
      </w:r>
      <w:r w:rsidR="009E6AF5">
        <w:t>S</w:t>
      </w:r>
      <w:r>
        <w:t>mluvních stran.</w:t>
      </w:r>
    </w:p>
    <w:p w14:paraId="2DE69F1C" w14:textId="1C940926" w:rsidR="006135FA" w:rsidRDefault="006135FA" w:rsidP="0056725D">
      <w:pPr>
        <w:pStyle w:val="Nadpis2"/>
        <w:tabs>
          <w:tab w:val="num" w:pos="576"/>
        </w:tabs>
        <w:ind w:left="786"/>
      </w:pPr>
      <w:r>
        <w:t xml:space="preserve">Kupující je oprávněn </w:t>
      </w:r>
      <w:r w:rsidR="003574CB">
        <w:t>odstoupit od smlouvy</w:t>
      </w:r>
      <w:r>
        <w:t xml:space="preserve"> v</w:t>
      </w:r>
      <w:r w:rsidR="003574CB">
        <w:t> </w:t>
      </w:r>
      <w:r>
        <w:t>následujících případech:</w:t>
      </w:r>
    </w:p>
    <w:p w14:paraId="0372CE1E" w14:textId="77777777" w:rsidR="006135FA" w:rsidRDefault="006135FA" w:rsidP="00E93901">
      <w:pPr>
        <w:pStyle w:val="Nadpis3"/>
        <w:ind w:left="851" w:hanging="284"/>
      </w:pPr>
      <w:r>
        <w:t>bude rozhodnuto o likvidaci Prodávajícího;</w:t>
      </w:r>
    </w:p>
    <w:p w14:paraId="6659F950" w14:textId="77777777" w:rsidR="006135FA" w:rsidRDefault="006135FA" w:rsidP="00E93901">
      <w:pPr>
        <w:pStyle w:val="Nadpis3"/>
        <w:ind w:left="851" w:hanging="284"/>
      </w:pPr>
      <w:r>
        <w:t>Prodávající podá insolvenční návrh ohledně své osoby, bude rozhodnuto o úpadku Prodávajícího nebo bude ve vztahu k Prodávajícímu vydáno jiné rozhodnutí s obdobnými účinky;</w:t>
      </w:r>
    </w:p>
    <w:p w14:paraId="24BE568B" w14:textId="77777777" w:rsidR="006135FA" w:rsidRDefault="006135FA" w:rsidP="00E93901">
      <w:pPr>
        <w:pStyle w:val="Nadpis3"/>
        <w:ind w:left="851" w:hanging="284"/>
      </w:pPr>
      <w:r>
        <w:t>Prodávající bude pravomocně odsouzen za úmyslný majetkový nebo hospodářský trestný čin.</w:t>
      </w:r>
    </w:p>
    <w:p w14:paraId="350ADC3A" w14:textId="77777777" w:rsidR="003574CB" w:rsidRPr="003574CB" w:rsidRDefault="003574CB" w:rsidP="00E93901">
      <w:pPr>
        <w:ind w:left="851" w:hanging="284"/>
        <w:jc w:val="both"/>
      </w:pPr>
      <w:r w:rsidRPr="003574CB">
        <w:rPr>
          <w:bCs/>
        </w:rPr>
        <w:t xml:space="preserve">d) </w:t>
      </w:r>
      <w:r w:rsidRPr="00AB49E5">
        <w:rPr>
          <w:bCs/>
        </w:rPr>
        <w:t>v souvislosti s možnými úpravami státního rozpočtu. V tomto případě si kupující vyhrazuje právo zastavit průběh plnění předmětu smlouvy a smlouvu jednostranně ukončit, a to bez jakékoliv sankce či náhrady za nedokončené plnění</w:t>
      </w:r>
      <w:r>
        <w:rPr>
          <w:bCs/>
        </w:rPr>
        <w:t>.</w:t>
      </w:r>
    </w:p>
    <w:p w14:paraId="7CAF6CB7" w14:textId="77777777" w:rsidR="006135FA" w:rsidRDefault="006135FA" w:rsidP="0056725D">
      <w:pPr>
        <w:pStyle w:val="Nadpis2"/>
        <w:tabs>
          <w:tab w:val="num" w:pos="576"/>
        </w:tabs>
        <w:ind w:left="786"/>
      </w:pPr>
      <w:r>
        <w:t>Prodávající je oprávněn od této Smlouvy odstoupit v případě, že Kupující neuhradí Kupní cenu ani v dodatečně poskytnuté přiměřené lhůtě.</w:t>
      </w:r>
    </w:p>
    <w:p w14:paraId="70EAABE7" w14:textId="77777777" w:rsidR="006135FA" w:rsidRDefault="006135FA" w:rsidP="0056725D">
      <w:pPr>
        <w:pStyle w:val="Nadpis2"/>
        <w:tabs>
          <w:tab w:val="num" w:pos="576"/>
        </w:tabs>
        <w:ind w:left="786"/>
      </w:pPr>
      <w:r>
        <w:t xml:space="preserve">Smluvní strany jsou vždy oprávněny od této Smlouvy odstoupit, nastanou-li okolnosti předvídané ustanovením § 2002 Občanského zákoníku. </w:t>
      </w:r>
    </w:p>
    <w:p w14:paraId="75D1ADD5" w14:textId="77777777" w:rsidR="006135FA" w:rsidRDefault="006135FA" w:rsidP="0056725D">
      <w:pPr>
        <w:pStyle w:val="Nadpis2"/>
        <w:tabs>
          <w:tab w:val="num" w:pos="576"/>
        </w:tabs>
        <w:ind w:left="786"/>
      </w:pPr>
      <w:r>
        <w:t>Za podstatné porušení smlouvy Prodávajícím ve smyslu § 2002 Občanského zákoníku se považuje zejména:</w:t>
      </w:r>
    </w:p>
    <w:p w14:paraId="0806BA65" w14:textId="77777777" w:rsidR="006135FA" w:rsidRDefault="006135FA" w:rsidP="00E93901">
      <w:pPr>
        <w:pStyle w:val="Nadpis3"/>
        <w:ind w:left="851" w:hanging="284"/>
      </w:pPr>
      <w:r>
        <w:t>prodlení Prodávajícího s dodáním Předmětu koupě o více než 30 kalendářních dní po termínu plnění;</w:t>
      </w:r>
    </w:p>
    <w:p w14:paraId="05296B78" w14:textId="77777777" w:rsidR="006135FA" w:rsidRDefault="006135FA" w:rsidP="00E93901">
      <w:pPr>
        <w:pStyle w:val="Nadpis3"/>
        <w:ind w:left="851" w:hanging="284"/>
      </w:pPr>
      <w:r>
        <w:t>porušení povinnosti Prodávajícího odstranit vady Předmětu koupě ve lhůtě 30 kalendářních dní od jejich oznámení Kupujícím;</w:t>
      </w:r>
    </w:p>
    <w:p w14:paraId="210C859B" w14:textId="77777777" w:rsidR="006135FA" w:rsidRDefault="006135FA" w:rsidP="00E93901">
      <w:pPr>
        <w:pStyle w:val="Nadpis3"/>
        <w:ind w:left="851" w:hanging="284"/>
      </w:pPr>
      <w:r>
        <w:t xml:space="preserve">vícečetné porušování smluvních či jiných právních povinností v souvislosti s plněním Smlouvy; </w:t>
      </w:r>
    </w:p>
    <w:p w14:paraId="786E48D2" w14:textId="77777777" w:rsidR="006135FA" w:rsidRPr="008565BD" w:rsidRDefault="006135FA" w:rsidP="00E93901">
      <w:pPr>
        <w:pStyle w:val="Nadpis3"/>
        <w:ind w:left="851" w:hanging="284"/>
      </w:pPr>
      <w:r w:rsidRPr="008565BD">
        <w:t>jakékoliv porušení povinností Prodávajícího, které nebude odstraněno či napraveno ani do 30 kalendářních dní od porušení povinnosti, je-li náprava možná.</w:t>
      </w:r>
    </w:p>
    <w:p w14:paraId="39ECA55D" w14:textId="77777777" w:rsidR="006135FA" w:rsidRPr="00DB6BEA" w:rsidRDefault="006135FA" w:rsidP="0056725D">
      <w:pPr>
        <w:pStyle w:val="Nadpis2"/>
        <w:tabs>
          <w:tab w:val="num" w:pos="576"/>
        </w:tabs>
        <w:ind w:left="786"/>
      </w:pPr>
      <w:r w:rsidRPr="00DB6BEA">
        <w:t>Za podstatné porušení Smlouvy Kupujícím ve smyslu § 2002 Občanského zákoníku se považuje zejména</w:t>
      </w:r>
      <w:r>
        <w:t xml:space="preserve"> prodlení Kupujícího s úhradou faktury o více než 60 kalendářních dní.</w:t>
      </w:r>
    </w:p>
    <w:p w14:paraId="4690AB0A" w14:textId="77777777" w:rsidR="006135FA" w:rsidRDefault="006135FA" w:rsidP="0056725D">
      <w:pPr>
        <w:pStyle w:val="Nadpis2"/>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odstavce 4) tohoto článku není dotčeno.</w:t>
      </w:r>
    </w:p>
    <w:p w14:paraId="36FE78B3" w14:textId="77777777" w:rsidR="006135FA" w:rsidRDefault="006135FA" w:rsidP="0056725D">
      <w:pPr>
        <w:pStyle w:val="Nadpis2"/>
        <w:tabs>
          <w:tab w:val="num" w:pos="576"/>
        </w:tabs>
        <w:ind w:left="786"/>
      </w:pPr>
      <w:r>
        <w:t>Kupující může od Smlouvy odstoupit také pouze ohledně nesplněného zbytku plnění, plnil-</w:t>
      </w:r>
      <w:r>
        <w:lastRenderedPageBreak/>
        <w:t>li Prodávající jen zčásti, pokud má přijaté dílčí plnění pro Kupujícího význam.</w:t>
      </w:r>
    </w:p>
    <w:p w14:paraId="5B692B3D" w14:textId="3BA8071B" w:rsidR="006135FA" w:rsidRDefault="006135FA" w:rsidP="0056725D">
      <w:pPr>
        <w:pStyle w:val="Nadpis2"/>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w:t>
      </w:r>
    </w:p>
    <w:p w14:paraId="6CACB68C" w14:textId="77777777" w:rsidR="006135FA" w:rsidRPr="005C0F87" w:rsidRDefault="006135FA" w:rsidP="00FD2054">
      <w:pPr>
        <w:pStyle w:val="Nadpis1"/>
        <w:ind w:left="3904"/>
        <w:jc w:val="left"/>
      </w:pPr>
      <w:r w:rsidRPr="005C0F87">
        <w:t>Závěrečná ustanovení</w:t>
      </w:r>
    </w:p>
    <w:p w14:paraId="38E40E93" w14:textId="77777777" w:rsidR="006135FA" w:rsidRPr="005C0F87" w:rsidRDefault="006135FA" w:rsidP="0056725D">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rsidR="00900D84">
        <w:t>zprávou</w:t>
      </w:r>
      <w:r w:rsidR="00900D84" w:rsidRPr="005C0F87">
        <w:t xml:space="preserve"> </w:t>
      </w:r>
      <w:r w:rsidRPr="005C0F87">
        <w:t>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200FDEAB" w14:textId="77777777" w:rsidR="006135FA" w:rsidRPr="005C0F87" w:rsidRDefault="006135FA" w:rsidP="002A6536">
      <w:pPr>
        <w:pStyle w:val="Nadpis3"/>
      </w:pPr>
      <w:r w:rsidRPr="005C0F87">
        <w:t>Kupující</w:t>
      </w:r>
      <w:r w:rsidRPr="002944B5">
        <w:t>:</w:t>
      </w:r>
      <w:r w:rsidR="006D15C2" w:rsidRPr="00BE7107">
        <w:rPr>
          <w:i/>
        </w:rPr>
        <w:t xml:space="preserve"> </w:t>
      </w:r>
      <w:r w:rsidR="002944B5" w:rsidRPr="00BE7107">
        <w:rPr>
          <w:i/>
          <w:highlight w:val="yellow"/>
        </w:rPr>
        <w:t>doplní Kupující</w:t>
      </w:r>
      <w:r w:rsidR="002944B5">
        <w:rPr>
          <w:i/>
        </w:rPr>
        <w:t xml:space="preserve"> </w:t>
      </w:r>
    </w:p>
    <w:p w14:paraId="1BDE019E" w14:textId="77777777" w:rsidR="006135FA" w:rsidRPr="00215A80" w:rsidRDefault="006135FA" w:rsidP="005C0F87">
      <w:pPr>
        <w:pStyle w:val="Nadpis2bezslovn"/>
        <w:ind w:left="1080"/>
        <w:rPr>
          <w:highlight w:val="magenta"/>
        </w:rPr>
      </w:pPr>
      <w:r w:rsidRPr="00BE7107">
        <w:t xml:space="preserve">Jméno: </w:t>
      </w:r>
    </w:p>
    <w:p w14:paraId="2EF0C66B" w14:textId="77777777" w:rsidR="006135FA" w:rsidRPr="00BE7107" w:rsidRDefault="006135FA" w:rsidP="005C0F87">
      <w:pPr>
        <w:pStyle w:val="Nadpis2bezslovn"/>
        <w:ind w:left="1080"/>
      </w:pPr>
      <w:r w:rsidRPr="00BE7107">
        <w:t xml:space="preserve">Adresa: </w:t>
      </w:r>
    </w:p>
    <w:p w14:paraId="65F8BD4D" w14:textId="77777777" w:rsidR="006135FA" w:rsidRPr="00BE7107" w:rsidRDefault="006135FA" w:rsidP="005C0F87">
      <w:pPr>
        <w:pStyle w:val="Nadpis2bezslovn"/>
        <w:ind w:left="1080"/>
      </w:pPr>
      <w:r w:rsidRPr="00BE7107">
        <w:t xml:space="preserve">E-mail: </w:t>
      </w:r>
    </w:p>
    <w:p w14:paraId="1283294A" w14:textId="77777777" w:rsidR="006135FA" w:rsidRPr="005C0F87" w:rsidRDefault="006135FA" w:rsidP="005C0F87">
      <w:pPr>
        <w:pStyle w:val="Nadpis2bezslovn"/>
        <w:ind w:left="1080"/>
      </w:pPr>
      <w:r w:rsidRPr="00BE7107">
        <w:t xml:space="preserve">Datová schránka: </w:t>
      </w:r>
    </w:p>
    <w:p w14:paraId="4CD3A817" w14:textId="77777777" w:rsidR="006135FA" w:rsidRPr="005C0F87" w:rsidRDefault="006135FA" w:rsidP="00147915">
      <w:pPr>
        <w:pStyle w:val="Nadpis3"/>
      </w:pPr>
      <w:r w:rsidRPr="005C0F87">
        <w:t>Prodávajíc</w:t>
      </w:r>
      <w:r>
        <w:t>í</w:t>
      </w:r>
      <w:r w:rsidRPr="005C0F87">
        <w:t>:</w:t>
      </w:r>
      <w:r w:rsidR="00236DAB" w:rsidRPr="00236DAB">
        <w:rPr>
          <w:i/>
          <w:highlight w:val="yellow"/>
        </w:rPr>
        <w:t xml:space="preserve"> </w:t>
      </w:r>
      <w:r w:rsidR="00236DAB" w:rsidRPr="00DB78FF">
        <w:rPr>
          <w:i/>
          <w:highlight w:val="yellow"/>
        </w:rPr>
        <w:t>doplní vybraný dodavatel</w:t>
      </w:r>
    </w:p>
    <w:p w14:paraId="6EE45AA3" w14:textId="77777777" w:rsidR="006135FA" w:rsidRDefault="006135FA" w:rsidP="005C0F87">
      <w:pPr>
        <w:pStyle w:val="Nadpis2bezslovn"/>
        <w:ind w:left="1080"/>
        <w:rPr>
          <w:i/>
        </w:rPr>
      </w:pPr>
      <w:r w:rsidRPr="005C0F87">
        <w:t xml:space="preserve">Jméno: </w:t>
      </w:r>
    </w:p>
    <w:p w14:paraId="497608B7" w14:textId="77777777" w:rsidR="006135FA" w:rsidRPr="005C0F87" w:rsidRDefault="006135FA" w:rsidP="005C0F87">
      <w:pPr>
        <w:pStyle w:val="Nadpis2bezslovn"/>
        <w:ind w:left="1080"/>
      </w:pPr>
      <w:r w:rsidRPr="005C0F87">
        <w:t>Adresa: [•]</w:t>
      </w:r>
    </w:p>
    <w:p w14:paraId="503924BA" w14:textId="77777777" w:rsidR="006135FA" w:rsidRPr="005C0F87" w:rsidRDefault="006135FA" w:rsidP="005C0F87">
      <w:pPr>
        <w:pStyle w:val="Nadpis2bezslovn"/>
        <w:ind w:left="1080"/>
      </w:pPr>
      <w:r w:rsidRPr="005C0F87">
        <w:t>E-mail: [•]</w:t>
      </w:r>
    </w:p>
    <w:p w14:paraId="3B42E204" w14:textId="77777777" w:rsidR="006135FA" w:rsidRPr="005C0F87" w:rsidRDefault="006135FA" w:rsidP="005C0F87">
      <w:pPr>
        <w:pStyle w:val="Nadpis2bezslovn"/>
        <w:ind w:left="1080"/>
      </w:pPr>
      <w:r w:rsidRPr="005C0F87">
        <w:t>Datová schránka: [•]</w:t>
      </w:r>
    </w:p>
    <w:p w14:paraId="0FE58341" w14:textId="77777777" w:rsidR="006135FA" w:rsidRPr="005C0F87" w:rsidRDefault="006135FA" w:rsidP="0056725D">
      <w:pPr>
        <w:pStyle w:val="Nadpis2"/>
        <w:tabs>
          <w:tab w:val="num" w:pos="576"/>
        </w:tabs>
        <w:ind w:left="786"/>
      </w:pPr>
      <w:r w:rsidRPr="005C0F87">
        <w:t>Smluvní strany se dohodly na určení kontaktní osoby za každou Smluvní stranu (dále jen „Kontaktní osoba“). Kontaktní osoby jsou oprávněn</w:t>
      </w:r>
      <w:r w:rsidR="00236DAB">
        <w:t>y</w:t>
      </w:r>
      <w:r w:rsidRPr="005C0F87">
        <w:t xml:space="preserve"> ke všem jednáním týkajícím se této Smlouvy, s výjimkou změn Smlouvy nebo ukončení této Smlouvy. </w:t>
      </w:r>
    </w:p>
    <w:p w14:paraId="72E9193F" w14:textId="77777777" w:rsidR="006135FA" w:rsidRPr="005C0F87" w:rsidRDefault="006135FA" w:rsidP="00E93901">
      <w:pPr>
        <w:pStyle w:val="Nadpis3"/>
        <w:keepNext/>
        <w:keepLines/>
        <w:ind w:left="851"/>
      </w:pPr>
      <w:r w:rsidRPr="005C0F87">
        <w:t xml:space="preserve">Kontaktní osobou Kupujícího je </w:t>
      </w:r>
      <w:r w:rsidR="002944B5" w:rsidRPr="00207586">
        <w:rPr>
          <w:i/>
          <w:highlight w:val="yellow"/>
        </w:rPr>
        <w:t>doplní Kupující</w:t>
      </w:r>
      <w:r w:rsidRPr="005C0F87">
        <w:t xml:space="preserve"> e-mail</w:t>
      </w:r>
      <w:r>
        <w:t xml:space="preserve"> </w:t>
      </w:r>
      <w:r w:rsidR="002944B5" w:rsidRPr="00207586">
        <w:rPr>
          <w:i/>
          <w:highlight w:val="yellow"/>
        </w:rPr>
        <w:t>doplní Kupující</w:t>
      </w:r>
      <w:r w:rsidRPr="005C0F87">
        <w:t xml:space="preserve"> a další zaměstnanci Kupujícího jím písemně pověření. </w:t>
      </w:r>
    </w:p>
    <w:p w14:paraId="737A6E69" w14:textId="77777777" w:rsidR="006135FA" w:rsidRPr="005C0F87" w:rsidRDefault="006135FA" w:rsidP="00E93901">
      <w:pPr>
        <w:pStyle w:val="Nadpis3"/>
        <w:keepNext/>
        <w:keepLines/>
        <w:ind w:left="851"/>
      </w:pPr>
      <w:r w:rsidRPr="005C0F87">
        <w:t xml:space="preserve">Kontaktní osobou Prodávajícího je: </w:t>
      </w:r>
      <w:r w:rsidR="00236DAB" w:rsidRPr="00DB78FF">
        <w:rPr>
          <w:i/>
          <w:highlight w:val="yellow"/>
        </w:rPr>
        <w:t>doplní vybraný dodavatel</w:t>
      </w:r>
      <w:r w:rsidR="00236DAB" w:rsidRPr="004F027F" w:rsidDel="00236DAB">
        <w:rPr>
          <w:i/>
          <w:highlight w:val="yellow"/>
        </w:rPr>
        <w:t xml:space="preserve"> </w:t>
      </w:r>
      <w:r w:rsidRPr="005C0F87">
        <w:t>[funkce], [tel. číslo], [e</w:t>
      </w:r>
      <w:r w:rsidR="009A0E7C">
        <w:t>-</w:t>
      </w:r>
      <w:r w:rsidRPr="005C0F87">
        <w:t xml:space="preserve">mail], a další zaměstnanci či jiné osoby jím písemně pověření. </w:t>
      </w:r>
    </w:p>
    <w:p w14:paraId="3AEA9AF8" w14:textId="77777777" w:rsidR="006135FA" w:rsidRPr="005C0F87" w:rsidRDefault="006135FA" w:rsidP="0056725D">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2944B5" w:rsidRPr="00207586">
        <w:rPr>
          <w:i/>
          <w:highlight w:val="yellow"/>
        </w:rPr>
        <w:t>doplní Kupující</w:t>
      </w:r>
      <w:r w:rsidRPr="00BE7107">
        <w:t>.</w:t>
      </w:r>
      <w:r w:rsidRPr="005C0F87">
        <w:t xml:space="preserve">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14:paraId="5547FA6D" w14:textId="77777777" w:rsidR="006135FA" w:rsidRPr="005C0F87" w:rsidRDefault="006135FA" w:rsidP="0056725D">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14:paraId="455F1BBD" w14:textId="23D837D7" w:rsidR="006135FA" w:rsidRDefault="006135FA" w:rsidP="00871F8F">
      <w:pPr>
        <w:pStyle w:val="Nadpis2"/>
        <w:tabs>
          <w:tab w:val="num" w:pos="576"/>
        </w:tabs>
        <w:ind w:left="786"/>
      </w:pPr>
      <w:r w:rsidRPr="007C0013">
        <w:t xml:space="preserve">Smluvní strany souhlasí s tím, že podepsaná Smlouva (včetně příloh), jakož i její text, může být v elektronické podobě zveřejněn </w:t>
      </w:r>
      <w:r>
        <w:t>v registru smluv</w:t>
      </w:r>
      <w:r w:rsidR="000B4A43">
        <w:t xml:space="preserve"> v souladu se zákonem</w:t>
      </w:r>
      <w:r w:rsidR="000B4A43" w:rsidRPr="009273BC">
        <w:t xml:space="preserve"> </w:t>
      </w:r>
      <w:r w:rsidR="000B4A43">
        <w:t>č. 340/2015 Sb., zákon o registru smluv, v účinném znění (dále jen „zákon č. 340/2015 Sb.“)</w:t>
      </w:r>
      <w:r>
        <w:t xml:space="preserve">, </w:t>
      </w:r>
      <w:r w:rsidRPr="007C0013">
        <w:t xml:space="preserve">na internetových stránkách </w:t>
      </w:r>
      <w:r>
        <w:t>Kupujícího</w:t>
      </w:r>
      <w:r w:rsidRPr="007C0013">
        <w:t>, na profilu</w:t>
      </w:r>
      <w:r w:rsidR="00236DAB">
        <w:t xml:space="preserve"> zadavatele (</w:t>
      </w:r>
      <w:r>
        <w:t>Kupujícího</w:t>
      </w:r>
      <w:r w:rsidR="00236DAB">
        <w:t>)</w:t>
      </w:r>
      <w:r>
        <w:t xml:space="preserve"> </w:t>
      </w:r>
      <w:r w:rsidRPr="007C0013">
        <w:t xml:space="preserve">ve smyslu </w:t>
      </w:r>
      <w:r w:rsidR="001174DE">
        <w:t>ZZVZ</w:t>
      </w:r>
      <w:r w:rsidRPr="007C0013">
        <w:t>, a dále v souladu s povinnostmi vyplývajícími z</w:t>
      </w:r>
      <w:r>
        <w:t xml:space="preserve"> jiných </w:t>
      </w:r>
      <w:r w:rsidRPr="007C0013">
        <w:t xml:space="preserve">právních předpisů, a to bez časového </w:t>
      </w:r>
      <w:r w:rsidRPr="007C0013">
        <w:lastRenderedPageBreak/>
        <w:t xml:space="preserve">omezení. </w:t>
      </w:r>
      <w:r>
        <w:t>Kupující se zavazuje, že Smlouvu v souladu se zákonem</w:t>
      </w:r>
      <w:r w:rsidRPr="009273BC">
        <w:t xml:space="preserve"> </w:t>
      </w:r>
      <w:r>
        <w:t>č. 340/2015 Sb. uveřejní v registru smluv.</w:t>
      </w:r>
    </w:p>
    <w:p w14:paraId="6CB7E9F7" w14:textId="77777777" w:rsidR="006135FA" w:rsidRPr="005C0F87" w:rsidRDefault="006135FA" w:rsidP="0056725D">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zákoníku </w:t>
      </w:r>
      <w:r w:rsidRPr="00900D84">
        <w:t>o koupi.</w:t>
      </w:r>
    </w:p>
    <w:p w14:paraId="66978D6F" w14:textId="77777777" w:rsidR="006135FA" w:rsidRPr="005C0F87" w:rsidRDefault="006135FA" w:rsidP="0056725D">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5F19B9F5" w14:textId="77777777" w:rsidR="006135FA" w:rsidRPr="005C0F87" w:rsidRDefault="006135FA" w:rsidP="0056725D">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78FFD5A6" w14:textId="77777777" w:rsidR="006135FA" w:rsidRPr="005C0F87" w:rsidRDefault="006135FA" w:rsidP="0056725D">
      <w:pPr>
        <w:pStyle w:val="Nadpis2"/>
        <w:tabs>
          <w:tab w:val="num" w:pos="576"/>
        </w:tabs>
        <w:ind w:left="786"/>
      </w:pPr>
      <w:r w:rsidRPr="005C0F87">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14:paraId="09B445DB" w14:textId="77777777" w:rsidR="006135FA" w:rsidRPr="005C0F87" w:rsidRDefault="006135FA" w:rsidP="0056725D">
      <w:pPr>
        <w:pStyle w:val="Nadpis2"/>
        <w:tabs>
          <w:tab w:val="num" w:pos="576"/>
        </w:tabs>
        <w:ind w:left="786"/>
      </w:pPr>
      <w:r w:rsidRPr="005C0F87">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14:paraId="63E8A278" w14:textId="59E562B3" w:rsidR="006135FA" w:rsidRPr="005C0F87" w:rsidRDefault="006135FA" w:rsidP="0056725D">
      <w:pPr>
        <w:pStyle w:val="Nadpis2"/>
        <w:tabs>
          <w:tab w:val="num" w:pos="576"/>
        </w:tabs>
        <w:ind w:left="786"/>
      </w:pPr>
      <w:r w:rsidRPr="005C0F87">
        <w:t xml:space="preserve">Tato Smlouva je vyhotovena ve </w:t>
      </w:r>
      <w:r w:rsidR="00EB06BF">
        <w:t>4</w:t>
      </w:r>
      <w:r w:rsidR="00EB06BF" w:rsidRPr="005C0F87">
        <w:t xml:space="preserve"> </w:t>
      </w:r>
      <w:r w:rsidRPr="005C0F87">
        <w:t xml:space="preserve">vyhotoveních v českém jazyce, přičemž </w:t>
      </w:r>
      <w:r w:rsidR="00EB06BF">
        <w:t>Prodá</w:t>
      </w:r>
      <w:r w:rsidR="00EF3EC4">
        <w:t xml:space="preserve">vající </w:t>
      </w:r>
      <w:r w:rsidRPr="005C0F87">
        <w:t>obdrží 1 vyhotovení</w:t>
      </w:r>
      <w:r w:rsidR="001743D6">
        <w:t xml:space="preserve"> a Kupující </w:t>
      </w:r>
      <w:r w:rsidR="00EF3EC4">
        <w:t>3 vyhotovení</w:t>
      </w:r>
      <w:r w:rsidRPr="005C0F87">
        <w:t xml:space="preserve">. </w:t>
      </w:r>
    </w:p>
    <w:p w14:paraId="6EADD379" w14:textId="77777777" w:rsidR="006135FA" w:rsidRPr="005C0F87" w:rsidRDefault="006135FA" w:rsidP="0056725D">
      <w:pPr>
        <w:pStyle w:val="Nadpis2"/>
        <w:tabs>
          <w:tab w:val="num" w:pos="576"/>
        </w:tabs>
        <w:ind w:left="786"/>
      </w:pPr>
      <w:r w:rsidRPr="005C0F87">
        <w:t xml:space="preserve">Změny nebo doplňky této Smlouvy včetně jejích příloh musejí být vyhotoveny písemně a podepsány oběma Smluvními stranami s podpisy Smluvních stran na jedné listině. </w:t>
      </w:r>
    </w:p>
    <w:p w14:paraId="1D96A8CB" w14:textId="77777777" w:rsidR="006135FA" w:rsidRPr="005C0F87" w:rsidRDefault="006135FA" w:rsidP="0056725D">
      <w:pPr>
        <w:pStyle w:val="Nadpis2"/>
        <w:tabs>
          <w:tab w:val="num" w:pos="576"/>
        </w:tabs>
        <w:ind w:left="786"/>
      </w:pPr>
      <w:r w:rsidRPr="005C0F87">
        <w:t>Nedílnou součástí této Smlouvy j</w:t>
      </w:r>
      <w:r>
        <w:t>sou</w:t>
      </w:r>
      <w:r w:rsidRPr="005C0F87">
        <w:t xml:space="preserve"> </w:t>
      </w:r>
      <w:r>
        <w:t>její</w:t>
      </w:r>
      <w:r w:rsidRPr="005C0F87">
        <w:t xml:space="preserve"> příloh</w:t>
      </w:r>
      <w:r>
        <w:t>y</w:t>
      </w:r>
      <w:r w:rsidRPr="005C0F87">
        <w:t>:</w:t>
      </w:r>
    </w:p>
    <w:p w14:paraId="37D63383" w14:textId="6DCD2070" w:rsidR="006A62AF" w:rsidRPr="006A62AF" w:rsidRDefault="006A62AF" w:rsidP="007B17D0">
      <w:pPr>
        <w:pStyle w:val="Odstavecseseznamem"/>
        <w:numPr>
          <w:ilvl w:val="0"/>
          <w:numId w:val="32"/>
        </w:numPr>
        <w:ind w:left="1276" w:hanging="283"/>
      </w:pPr>
      <w:r w:rsidRPr="006A62AF">
        <w:rPr>
          <w:sz w:val="24"/>
          <w:szCs w:val="24"/>
        </w:rPr>
        <w:t xml:space="preserve">Příloha č. 1 </w:t>
      </w:r>
      <w:r w:rsidR="00213BF7" w:rsidRPr="006A62AF">
        <w:rPr>
          <w:sz w:val="24"/>
          <w:szCs w:val="24"/>
        </w:rPr>
        <w:t>-</w:t>
      </w:r>
      <w:r w:rsidR="00213BF7">
        <w:rPr>
          <w:sz w:val="24"/>
          <w:szCs w:val="24"/>
        </w:rPr>
        <w:t xml:space="preserve"> </w:t>
      </w:r>
      <w:r w:rsidR="000639F4">
        <w:rPr>
          <w:sz w:val="24"/>
          <w:szCs w:val="24"/>
        </w:rPr>
        <w:t>S</w:t>
      </w:r>
      <w:r w:rsidR="007B17D0">
        <w:rPr>
          <w:sz w:val="24"/>
          <w:szCs w:val="24"/>
        </w:rPr>
        <w:t>pecifikace</w:t>
      </w:r>
      <w:r w:rsidR="007076BC">
        <w:rPr>
          <w:sz w:val="24"/>
          <w:szCs w:val="24"/>
        </w:rPr>
        <w:t xml:space="preserve"> </w:t>
      </w:r>
      <w:r w:rsidR="000639F4">
        <w:rPr>
          <w:sz w:val="24"/>
          <w:szCs w:val="24"/>
        </w:rPr>
        <w:t>předmětu koupě včetně dílčích cen</w:t>
      </w:r>
      <w:r w:rsidR="007B17D0" w:rsidRPr="007B17D0">
        <w:rPr>
          <w:sz w:val="24"/>
          <w:szCs w:val="24"/>
          <w:highlight w:val="yellow"/>
        </w:rPr>
        <w:t>[tvořena oceněno</w:t>
      </w:r>
      <w:r w:rsidR="007B17D0">
        <w:rPr>
          <w:sz w:val="24"/>
          <w:szCs w:val="24"/>
          <w:highlight w:val="yellow"/>
        </w:rPr>
        <w:t>u odpovídající částí</w:t>
      </w:r>
      <w:r w:rsidR="007B17D0" w:rsidRPr="007B17D0">
        <w:rPr>
          <w:sz w:val="24"/>
          <w:szCs w:val="24"/>
          <w:highlight w:val="yellow"/>
        </w:rPr>
        <w:t xml:space="preserve"> Příloh</w:t>
      </w:r>
      <w:r w:rsidR="007B17D0">
        <w:rPr>
          <w:sz w:val="24"/>
          <w:szCs w:val="24"/>
          <w:highlight w:val="yellow"/>
        </w:rPr>
        <w:t>y</w:t>
      </w:r>
      <w:r w:rsidR="007076BC" w:rsidRPr="007B17D0">
        <w:rPr>
          <w:sz w:val="24"/>
          <w:szCs w:val="24"/>
          <w:highlight w:val="yellow"/>
        </w:rPr>
        <w:t xml:space="preserve"> č. 2</w:t>
      </w:r>
      <w:r w:rsidRPr="007B17D0">
        <w:rPr>
          <w:sz w:val="24"/>
          <w:szCs w:val="24"/>
          <w:highlight w:val="yellow"/>
        </w:rPr>
        <w:t xml:space="preserve"> </w:t>
      </w:r>
      <w:r w:rsidR="0015352E">
        <w:rPr>
          <w:highlight w:val="yellow"/>
        </w:rPr>
        <w:t>ZD</w:t>
      </w:r>
      <w:r w:rsidRPr="007B17D0">
        <w:rPr>
          <w:sz w:val="24"/>
          <w:szCs w:val="24"/>
          <w:highlight w:val="yellow"/>
        </w:rPr>
        <w:t>, bude doplněna před podpisem Smlouvy]</w:t>
      </w:r>
    </w:p>
    <w:p w14:paraId="2F82F22C" w14:textId="5BF0CE2A" w:rsidR="006135FA" w:rsidRPr="006A62AF" w:rsidRDefault="006A62AF" w:rsidP="007B17D0">
      <w:pPr>
        <w:pStyle w:val="Odstavecseseznamem"/>
        <w:numPr>
          <w:ilvl w:val="0"/>
          <w:numId w:val="32"/>
        </w:numPr>
        <w:ind w:left="1276" w:hanging="283"/>
      </w:pPr>
      <w:r w:rsidRPr="006A62AF">
        <w:rPr>
          <w:sz w:val="24"/>
          <w:szCs w:val="24"/>
        </w:rPr>
        <w:t>Příloha č. 2  -  Seznam odběr</w:t>
      </w:r>
      <w:r w:rsidR="007076BC">
        <w:rPr>
          <w:sz w:val="24"/>
          <w:szCs w:val="24"/>
        </w:rPr>
        <w:t xml:space="preserve">ných míst </w:t>
      </w:r>
      <w:r w:rsidR="00854521">
        <w:rPr>
          <w:sz w:val="24"/>
          <w:szCs w:val="24"/>
        </w:rPr>
        <w:t>plnění</w:t>
      </w:r>
      <w:r w:rsidR="007076BC" w:rsidRPr="007B17D0">
        <w:rPr>
          <w:sz w:val="24"/>
          <w:szCs w:val="24"/>
          <w:highlight w:val="yellow"/>
        </w:rPr>
        <w:t xml:space="preserve">[tvořena </w:t>
      </w:r>
      <w:r w:rsidR="007B17D0">
        <w:rPr>
          <w:sz w:val="24"/>
          <w:szCs w:val="24"/>
          <w:highlight w:val="yellow"/>
        </w:rPr>
        <w:t xml:space="preserve">odpovídající částí </w:t>
      </w:r>
      <w:r w:rsidR="007076BC" w:rsidRPr="007B17D0">
        <w:rPr>
          <w:sz w:val="24"/>
          <w:szCs w:val="24"/>
          <w:highlight w:val="yellow"/>
        </w:rPr>
        <w:t>Příloh</w:t>
      </w:r>
      <w:r w:rsidR="007B17D0">
        <w:rPr>
          <w:sz w:val="24"/>
          <w:szCs w:val="24"/>
          <w:highlight w:val="yellow"/>
        </w:rPr>
        <w:t>y</w:t>
      </w:r>
      <w:r w:rsidR="007076BC" w:rsidRPr="007B17D0">
        <w:rPr>
          <w:sz w:val="24"/>
          <w:szCs w:val="24"/>
          <w:highlight w:val="yellow"/>
        </w:rPr>
        <w:t xml:space="preserve"> č. </w:t>
      </w:r>
      <w:r w:rsidR="007B17D0">
        <w:rPr>
          <w:sz w:val="24"/>
          <w:szCs w:val="24"/>
          <w:highlight w:val="yellow"/>
        </w:rPr>
        <w:t>3</w:t>
      </w:r>
      <w:r w:rsidRPr="007B17D0">
        <w:rPr>
          <w:sz w:val="24"/>
          <w:szCs w:val="24"/>
          <w:highlight w:val="yellow"/>
        </w:rPr>
        <w:t xml:space="preserve"> </w:t>
      </w:r>
      <w:r w:rsidR="0015352E">
        <w:rPr>
          <w:highlight w:val="yellow"/>
        </w:rPr>
        <w:t>ZD</w:t>
      </w:r>
      <w:r w:rsidRPr="007B17D0">
        <w:rPr>
          <w:sz w:val="24"/>
          <w:szCs w:val="24"/>
          <w:highlight w:val="yellow"/>
        </w:rPr>
        <w:t>, bude doplněna před podpisem Smlouvy</w:t>
      </w:r>
      <w:r w:rsidRPr="006A62AF">
        <w:rPr>
          <w:sz w:val="24"/>
          <w:szCs w:val="24"/>
        </w:rPr>
        <w:t>]</w:t>
      </w:r>
    </w:p>
    <w:p w14:paraId="4564B237" w14:textId="6CF5F16C" w:rsidR="00F537E3" w:rsidRPr="001743D6" w:rsidRDefault="00F537E3" w:rsidP="00E93901">
      <w:pPr>
        <w:pStyle w:val="Nadpis2"/>
        <w:tabs>
          <w:tab w:val="num" w:pos="576"/>
        </w:tabs>
        <w:ind w:left="786"/>
        <w:rPr>
          <w:szCs w:val="24"/>
        </w:rPr>
      </w:pPr>
      <w:r w:rsidRPr="001743D6">
        <w:rPr>
          <w:szCs w:val="24"/>
        </w:rPr>
        <w:t>Tato smlouva je uzavřena a nabývá platnosti okamžikem podpisu oběma smluvními stranami a účinnosti dnem, kdy bude Prodávajícímu doručeno ze strany Kupujícího písemné oznámení o vydání stanovení výdajů, a to v případě, že smlouva již byla uveřejněna v registru smluv v souladu se zákonem o registru smluv. Jestliže oznámení o vydání stanovení výdajů bude doručeno Prodávajícímu dříve, než dojde k uveřejnění smlouvy v registru smluv, nabývá smlouva účinnosti dnem uveřejnění v registru smluv, přičemž o nabytí účinnosti smlouvy dnem obdržení oznámení o stanovení výdajů nebo dnem uveřejnění v registru smluv bude Prodávající Kupujícím bezodkladně informován.</w:t>
      </w:r>
    </w:p>
    <w:p w14:paraId="67798FED" w14:textId="77777777" w:rsidR="00F537E3" w:rsidRPr="00F537E3" w:rsidRDefault="00F537E3" w:rsidP="00E93901"/>
    <w:p w14:paraId="58DEE8F7" w14:textId="77777777" w:rsidR="006135FA" w:rsidRPr="005C0F87" w:rsidRDefault="006135FA" w:rsidP="00CA5BD8"/>
    <w:p w14:paraId="7A9C3BBF"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582C8336" w14:textId="77777777" w:rsidTr="0086374F">
        <w:trPr>
          <w:trHeight w:val="1192"/>
        </w:trPr>
        <w:tc>
          <w:tcPr>
            <w:tcW w:w="4606" w:type="dxa"/>
          </w:tcPr>
          <w:p w14:paraId="56ACFD6E" w14:textId="77777777" w:rsidR="006135FA" w:rsidRPr="005C0F87" w:rsidRDefault="006135FA" w:rsidP="0086374F">
            <w:pPr>
              <w:jc w:val="center"/>
            </w:pPr>
            <w:r w:rsidRPr="005C0F87">
              <w:t>V Praze dne ______</w:t>
            </w:r>
          </w:p>
        </w:tc>
        <w:tc>
          <w:tcPr>
            <w:tcW w:w="4606" w:type="dxa"/>
          </w:tcPr>
          <w:p w14:paraId="4583464B" w14:textId="77777777" w:rsidR="006135FA" w:rsidRPr="005C0F87" w:rsidRDefault="006135FA" w:rsidP="0086374F">
            <w:pPr>
              <w:jc w:val="center"/>
            </w:pPr>
            <w:r w:rsidRPr="005C0F87">
              <w:t>V ______________ dne _____</w:t>
            </w:r>
          </w:p>
        </w:tc>
      </w:tr>
      <w:tr w:rsidR="00612E65" w:rsidRPr="00C15D8A" w14:paraId="0F20FF23" w14:textId="77777777" w:rsidTr="00F35164">
        <w:trPr>
          <w:trHeight w:val="567"/>
        </w:trPr>
        <w:tc>
          <w:tcPr>
            <w:tcW w:w="4606" w:type="dxa"/>
          </w:tcPr>
          <w:p w14:paraId="3EB291E6" w14:textId="77777777" w:rsidR="00612E65" w:rsidRPr="00E05187" w:rsidRDefault="00612E65" w:rsidP="00F35164">
            <w:pPr>
              <w:jc w:val="center"/>
            </w:pPr>
            <w:r w:rsidRPr="00E05187">
              <w:lastRenderedPageBreak/>
              <w:t>Kupující</w:t>
            </w:r>
          </w:p>
          <w:p w14:paraId="6393F1E1" w14:textId="77777777" w:rsidR="00612E65" w:rsidRPr="00215A80" w:rsidRDefault="00612E65" w:rsidP="00F35164">
            <w:pPr>
              <w:jc w:val="center"/>
              <w:rPr>
                <w:b/>
                <w:highlight w:val="magenta"/>
              </w:rPr>
            </w:pPr>
            <w:r w:rsidRPr="00BE7107">
              <w:rPr>
                <w:b/>
              </w:rPr>
              <w:t xml:space="preserve">Česká republika - </w:t>
            </w:r>
            <w:r w:rsidRPr="00BB430D">
              <w:rPr>
                <w:b/>
              </w:rPr>
              <w:t>Úřad pro zastupování státu ve věcech majetkových</w:t>
            </w:r>
          </w:p>
          <w:p w14:paraId="3DB32FF6" w14:textId="4CBE6563" w:rsidR="00612E65" w:rsidRPr="005C0F87" w:rsidRDefault="00612E65" w:rsidP="00F35164">
            <w:pPr>
              <w:jc w:val="center"/>
            </w:pPr>
          </w:p>
        </w:tc>
        <w:tc>
          <w:tcPr>
            <w:tcW w:w="4606" w:type="dxa"/>
          </w:tcPr>
          <w:p w14:paraId="1E43C770" w14:textId="77777777" w:rsidR="00612E65" w:rsidRPr="005C0F87" w:rsidRDefault="00612E65" w:rsidP="00F35164">
            <w:pPr>
              <w:jc w:val="center"/>
            </w:pPr>
            <w:r w:rsidRPr="005C0F87">
              <w:t>Prodávající</w:t>
            </w:r>
          </w:p>
          <w:p w14:paraId="2946C9B6" w14:textId="77777777" w:rsidR="00612E65" w:rsidRPr="00374192" w:rsidRDefault="00612E65" w:rsidP="00F35164">
            <w:pPr>
              <w:jc w:val="center"/>
              <w:rPr>
                <w:highlight w:val="yellow"/>
              </w:rPr>
            </w:pPr>
            <w:r w:rsidRPr="005C0F87">
              <w:t>[</w:t>
            </w:r>
            <w:r w:rsidRPr="00374192">
              <w:rPr>
                <w:highlight w:val="yellow"/>
              </w:rPr>
              <w:t>Jméno jednající osoby]</w:t>
            </w:r>
          </w:p>
          <w:p w14:paraId="1BB52389" w14:textId="77777777" w:rsidR="00612E65" w:rsidRPr="00C15D8A" w:rsidRDefault="00612E65" w:rsidP="00F35164">
            <w:pPr>
              <w:jc w:val="center"/>
            </w:pPr>
            <w:r w:rsidRPr="00374192">
              <w:rPr>
                <w:highlight w:val="yellow"/>
              </w:rPr>
              <w:t>[funkce]</w:t>
            </w:r>
          </w:p>
        </w:tc>
      </w:tr>
    </w:tbl>
    <w:p w14:paraId="6E116396" w14:textId="77777777" w:rsidR="006135FA" w:rsidRDefault="006135FA" w:rsidP="001743D6">
      <w:pPr>
        <w:rPr>
          <w:b/>
        </w:rPr>
      </w:pPr>
    </w:p>
    <w:sectPr w:rsidR="006135FA" w:rsidSect="00215A80">
      <w:headerReference w:type="default" r:id="rId9"/>
      <w:footerReference w:type="default" r:id="rId10"/>
      <w:pgSz w:w="11906" w:h="16838"/>
      <w:pgMar w:top="1134" w:right="1134" w:bottom="899"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B7708C" w15:done="0"/>
  <w15:commentEx w15:paraId="117A885C" w15:done="0"/>
  <w15:commentEx w15:paraId="0C5D3578" w15:done="0"/>
  <w15:commentEx w15:paraId="605C74A6" w15:done="0"/>
  <w15:commentEx w15:paraId="7862CC09" w15:done="0"/>
  <w15:commentEx w15:paraId="076652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589F3" w14:textId="77777777" w:rsidR="002A4531" w:rsidRDefault="002A4531" w:rsidP="002708B3">
      <w:r>
        <w:separator/>
      </w:r>
    </w:p>
  </w:endnote>
  <w:endnote w:type="continuationSeparator" w:id="0">
    <w:p w14:paraId="2162F70D" w14:textId="77777777" w:rsidR="002A4531" w:rsidRDefault="002A4531" w:rsidP="0027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46707"/>
      <w:docPartObj>
        <w:docPartGallery w:val="Page Numbers (Bottom of Page)"/>
        <w:docPartUnique/>
      </w:docPartObj>
    </w:sdtPr>
    <w:sdtEndPr/>
    <w:sdtContent>
      <w:p w14:paraId="4DA0709E" w14:textId="77777777" w:rsidR="002708B3" w:rsidRDefault="002708B3">
        <w:pPr>
          <w:pStyle w:val="Zpat"/>
          <w:jc w:val="right"/>
        </w:pPr>
        <w:r>
          <w:fldChar w:fldCharType="begin"/>
        </w:r>
        <w:r>
          <w:instrText>PAGE   \* MERGEFORMAT</w:instrText>
        </w:r>
        <w:r>
          <w:fldChar w:fldCharType="separate"/>
        </w:r>
        <w:r w:rsidR="00212279">
          <w:rPr>
            <w:noProof/>
          </w:rPr>
          <w:t>2</w:t>
        </w:r>
        <w:r>
          <w:fldChar w:fldCharType="end"/>
        </w:r>
      </w:p>
    </w:sdtContent>
  </w:sdt>
  <w:p w14:paraId="1F0D4361" w14:textId="77777777" w:rsidR="002708B3" w:rsidRDefault="002708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D440D" w14:textId="77777777" w:rsidR="002A4531" w:rsidRDefault="002A4531" w:rsidP="002708B3">
      <w:r>
        <w:separator/>
      </w:r>
    </w:p>
  </w:footnote>
  <w:footnote w:type="continuationSeparator" w:id="0">
    <w:p w14:paraId="3DA03191" w14:textId="77777777" w:rsidR="002A4531" w:rsidRDefault="002A4531" w:rsidP="00270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8F15" w14:textId="5B36918F" w:rsidR="000075E7" w:rsidRPr="000075E7" w:rsidRDefault="000075E7" w:rsidP="000075E7">
    <w:pPr>
      <w:pStyle w:val="Zhlav"/>
      <w:jc w:val="center"/>
      <w:rPr>
        <w:b/>
        <w:color w:val="FF0000"/>
        <w:sz w:val="40"/>
        <w:szCs w:val="40"/>
      </w:rPr>
    </w:pPr>
    <w:r w:rsidRPr="000075E7">
      <w:rPr>
        <w:b/>
        <w:color w:val="FF0000"/>
        <w:sz w:val="40"/>
        <w:szCs w:val="40"/>
      </w:rPr>
      <w:t>ÚZSVM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C7227F4"/>
    <w:multiLevelType w:val="hybridMultilevel"/>
    <w:tmpl w:val="C88C2EF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E5A6AAAE"/>
    <w:lvl w:ilvl="0">
      <w:start w:val="1"/>
      <w:numFmt w:val="upperRoman"/>
      <w:pStyle w:val="Nadpis1"/>
      <w:lvlText w:val="%1."/>
      <w:lvlJc w:val="left"/>
      <w:pPr>
        <w:ind w:left="3338" w:hanging="360"/>
      </w:pPr>
      <w:rPr>
        <w:rFonts w:cs="Times New Roman"/>
      </w:rPr>
    </w:lvl>
    <w:lvl w:ilvl="1">
      <w:start w:val="1"/>
      <w:numFmt w:val="decimal"/>
      <w:pStyle w:val="Nadpis2"/>
      <w:lvlText w:val="%2)"/>
      <w:lvlJc w:val="left"/>
      <w:pPr>
        <w:ind w:left="-206" w:hanging="360"/>
      </w:pPr>
      <w:rPr>
        <w:rFonts w:cs="Times New Roman" w:hint="default"/>
      </w:rPr>
    </w:lvl>
    <w:lvl w:ilvl="2">
      <w:start w:val="1"/>
      <w:numFmt w:val="lowerLetter"/>
      <w:pStyle w:val="Nadpis3"/>
      <w:lvlText w:val="%3)"/>
      <w:lvlJc w:val="left"/>
      <w:pPr>
        <w:ind w:left="-337" w:hanging="360"/>
      </w:pPr>
      <w:rPr>
        <w:rFonts w:cs="Times New Roman" w:hint="default"/>
      </w:rPr>
    </w:lvl>
    <w:lvl w:ilvl="3">
      <w:start w:val="1"/>
      <w:numFmt w:val="decimal"/>
      <w:lvlText w:val="(%4)"/>
      <w:lvlJc w:val="left"/>
      <w:pPr>
        <w:ind w:left="23" w:hanging="360"/>
      </w:pPr>
      <w:rPr>
        <w:rFonts w:cs="Times New Roman" w:hint="default"/>
      </w:rPr>
    </w:lvl>
    <w:lvl w:ilvl="4">
      <w:start w:val="1"/>
      <w:numFmt w:val="lowerLetter"/>
      <w:lvlText w:val="(%5)"/>
      <w:lvlJc w:val="left"/>
      <w:pPr>
        <w:ind w:left="383" w:hanging="360"/>
      </w:pPr>
      <w:rPr>
        <w:rFonts w:cs="Times New Roman" w:hint="default"/>
      </w:rPr>
    </w:lvl>
    <w:lvl w:ilvl="5">
      <w:start w:val="1"/>
      <w:numFmt w:val="lowerRoman"/>
      <w:lvlText w:val="(%6)"/>
      <w:lvlJc w:val="left"/>
      <w:pPr>
        <w:ind w:left="743" w:hanging="360"/>
      </w:pPr>
      <w:rPr>
        <w:rFonts w:cs="Times New Roman" w:hint="default"/>
      </w:rPr>
    </w:lvl>
    <w:lvl w:ilvl="6">
      <w:start w:val="1"/>
      <w:numFmt w:val="decimal"/>
      <w:lvlText w:val="%7."/>
      <w:lvlJc w:val="left"/>
      <w:pPr>
        <w:ind w:left="1103" w:hanging="360"/>
      </w:pPr>
      <w:rPr>
        <w:rFonts w:cs="Times New Roman" w:hint="default"/>
      </w:rPr>
    </w:lvl>
    <w:lvl w:ilvl="7">
      <w:start w:val="1"/>
      <w:numFmt w:val="lowerLetter"/>
      <w:lvlText w:val="%8."/>
      <w:lvlJc w:val="left"/>
      <w:pPr>
        <w:ind w:left="1463" w:hanging="360"/>
      </w:pPr>
      <w:rPr>
        <w:rFonts w:cs="Times New Roman" w:hint="default"/>
      </w:rPr>
    </w:lvl>
    <w:lvl w:ilvl="8">
      <w:start w:val="1"/>
      <w:numFmt w:val="lowerRoman"/>
      <w:lvlText w:val="%9."/>
      <w:lvlJc w:val="left"/>
      <w:pPr>
        <w:ind w:left="1823" w:hanging="360"/>
      </w:pPr>
      <w:rPr>
        <w:rFonts w:cs="Times New Roman" w:hint="default"/>
      </w:rPr>
    </w:lvl>
  </w:abstractNum>
  <w:abstractNum w:abstractNumId="6">
    <w:nsid w:val="62331D1C"/>
    <w:multiLevelType w:val="hybridMultilevel"/>
    <w:tmpl w:val="C276D0E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2"/>
  </w:num>
  <w:num w:numId="34">
    <w:abstractNumId w:val="0"/>
  </w:num>
  <w:num w:numId="35">
    <w:abstractNumId w:val="1"/>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
  </w:num>
  <w:num w:numId="39">
    <w:abstractNumId w:val="5"/>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bisková Růžena">
    <w15:presenceInfo w15:providerId="AD" w15:userId="S-1-5-21-1409082233-776561741-1417001333-55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5E7"/>
    <w:rsid w:val="00007CA5"/>
    <w:rsid w:val="00007E9C"/>
    <w:rsid w:val="000119A9"/>
    <w:rsid w:val="000139C5"/>
    <w:rsid w:val="00016D07"/>
    <w:rsid w:val="000219BB"/>
    <w:rsid w:val="00024969"/>
    <w:rsid w:val="000333A1"/>
    <w:rsid w:val="00040CA1"/>
    <w:rsid w:val="000431A9"/>
    <w:rsid w:val="0004360A"/>
    <w:rsid w:val="0004563D"/>
    <w:rsid w:val="00047436"/>
    <w:rsid w:val="00047545"/>
    <w:rsid w:val="000511B9"/>
    <w:rsid w:val="000639F4"/>
    <w:rsid w:val="00064445"/>
    <w:rsid w:val="00067F86"/>
    <w:rsid w:val="00071331"/>
    <w:rsid w:val="00086190"/>
    <w:rsid w:val="0009079B"/>
    <w:rsid w:val="000914BA"/>
    <w:rsid w:val="0009209F"/>
    <w:rsid w:val="000978FD"/>
    <w:rsid w:val="000A2C7C"/>
    <w:rsid w:val="000A3387"/>
    <w:rsid w:val="000B09D5"/>
    <w:rsid w:val="000B4A43"/>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17128"/>
    <w:rsid w:val="001174DE"/>
    <w:rsid w:val="001242D7"/>
    <w:rsid w:val="00127198"/>
    <w:rsid w:val="001349BA"/>
    <w:rsid w:val="001366D5"/>
    <w:rsid w:val="001426C5"/>
    <w:rsid w:val="00147915"/>
    <w:rsid w:val="001503E0"/>
    <w:rsid w:val="00150C5D"/>
    <w:rsid w:val="001534C6"/>
    <w:rsid w:val="0015352E"/>
    <w:rsid w:val="00155AF7"/>
    <w:rsid w:val="00156D2D"/>
    <w:rsid w:val="001609F6"/>
    <w:rsid w:val="00163BE5"/>
    <w:rsid w:val="001670E6"/>
    <w:rsid w:val="001743D6"/>
    <w:rsid w:val="00175CCD"/>
    <w:rsid w:val="00187F2E"/>
    <w:rsid w:val="00190FC3"/>
    <w:rsid w:val="00192478"/>
    <w:rsid w:val="00194101"/>
    <w:rsid w:val="001A3037"/>
    <w:rsid w:val="001A30AA"/>
    <w:rsid w:val="001A6BEF"/>
    <w:rsid w:val="001B7A16"/>
    <w:rsid w:val="001C30DF"/>
    <w:rsid w:val="001C4B3A"/>
    <w:rsid w:val="001C64C1"/>
    <w:rsid w:val="001C6B8B"/>
    <w:rsid w:val="001E2998"/>
    <w:rsid w:val="001E3A92"/>
    <w:rsid w:val="001F55DF"/>
    <w:rsid w:val="001F78E5"/>
    <w:rsid w:val="002058AC"/>
    <w:rsid w:val="0020674C"/>
    <w:rsid w:val="00206AC5"/>
    <w:rsid w:val="002104EF"/>
    <w:rsid w:val="002105B9"/>
    <w:rsid w:val="00212279"/>
    <w:rsid w:val="00213BF7"/>
    <w:rsid w:val="00215A80"/>
    <w:rsid w:val="00216741"/>
    <w:rsid w:val="00216A52"/>
    <w:rsid w:val="00217E4E"/>
    <w:rsid w:val="0022069E"/>
    <w:rsid w:val="00221EB5"/>
    <w:rsid w:val="00226FE8"/>
    <w:rsid w:val="00232B81"/>
    <w:rsid w:val="00234EEB"/>
    <w:rsid w:val="00236DAB"/>
    <w:rsid w:val="00242E7F"/>
    <w:rsid w:val="00247815"/>
    <w:rsid w:val="0025536D"/>
    <w:rsid w:val="002708B3"/>
    <w:rsid w:val="00275CD4"/>
    <w:rsid w:val="00286FDA"/>
    <w:rsid w:val="00291B83"/>
    <w:rsid w:val="002944B5"/>
    <w:rsid w:val="0029641C"/>
    <w:rsid w:val="002A1FCD"/>
    <w:rsid w:val="002A4531"/>
    <w:rsid w:val="002A56FE"/>
    <w:rsid w:val="002A5F02"/>
    <w:rsid w:val="002A6536"/>
    <w:rsid w:val="002B2DBE"/>
    <w:rsid w:val="002B658D"/>
    <w:rsid w:val="002D4750"/>
    <w:rsid w:val="002D6884"/>
    <w:rsid w:val="002D6B1E"/>
    <w:rsid w:val="002D7CBD"/>
    <w:rsid w:val="002E197E"/>
    <w:rsid w:val="002E1DA3"/>
    <w:rsid w:val="002E1F72"/>
    <w:rsid w:val="002F19AB"/>
    <w:rsid w:val="002F4CBD"/>
    <w:rsid w:val="00302056"/>
    <w:rsid w:val="0030336C"/>
    <w:rsid w:val="00305C14"/>
    <w:rsid w:val="003106CE"/>
    <w:rsid w:val="003111E3"/>
    <w:rsid w:val="003137F8"/>
    <w:rsid w:val="003226F9"/>
    <w:rsid w:val="003257EA"/>
    <w:rsid w:val="00330437"/>
    <w:rsid w:val="00336A21"/>
    <w:rsid w:val="003458F0"/>
    <w:rsid w:val="003574CB"/>
    <w:rsid w:val="0036322F"/>
    <w:rsid w:val="0037072E"/>
    <w:rsid w:val="00374192"/>
    <w:rsid w:val="00375F04"/>
    <w:rsid w:val="0037763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A4FCB"/>
    <w:rsid w:val="004B5285"/>
    <w:rsid w:val="004B6EB9"/>
    <w:rsid w:val="004C173B"/>
    <w:rsid w:val="004C23BC"/>
    <w:rsid w:val="004C3B25"/>
    <w:rsid w:val="004D09D6"/>
    <w:rsid w:val="004D48A5"/>
    <w:rsid w:val="004E00C7"/>
    <w:rsid w:val="004E4DD7"/>
    <w:rsid w:val="004F027F"/>
    <w:rsid w:val="004F36C9"/>
    <w:rsid w:val="004F3DB6"/>
    <w:rsid w:val="00501F78"/>
    <w:rsid w:val="00505425"/>
    <w:rsid w:val="005172F7"/>
    <w:rsid w:val="005178F4"/>
    <w:rsid w:val="00524663"/>
    <w:rsid w:val="00524A0E"/>
    <w:rsid w:val="005274F5"/>
    <w:rsid w:val="00531E53"/>
    <w:rsid w:val="00535F16"/>
    <w:rsid w:val="00541E32"/>
    <w:rsid w:val="00543FFF"/>
    <w:rsid w:val="0054574D"/>
    <w:rsid w:val="0055103D"/>
    <w:rsid w:val="0055156A"/>
    <w:rsid w:val="00556A34"/>
    <w:rsid w:val="005605B4"/>
    <w:rsid w:val="00560804"/>
    <w:rsid w:val="0056124D"/>
    <w:rsid w:val="00562D5B"/>
    <w:rsid w:val="005638B7"/>
    <w:rsid w:val="0056725D"/>
    <w:rsid w:val="005755CE"/>
    <w:rsid w:val="00575EEE"/>
    <w:rsid w:val="00577395"/>
    <w:rsid w:val="00580051"/>
    <w:rsid w:val="00582D67"/>
    <w:rsid w:val="005842E0"/>
    <w:rsid w:val="0058505E"/>
    <w:rsid w:val="005852D7"/>
    <w:rsid w:val="005A10DC"/>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2E65"/>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77F95"/>
    <w:rsid w:val="006965AE"/>
    <w:rsid w:val="006A1BDF"/>
    <w:rsid w:val="006A2E26"/>
    <w:rsid w:val="006A4080"/>
    <w:rsid w:val="006A62AF"/>
    <w:rsid w:val="006B28F4"/>
    <w:rsid w:val="006C3BA5"/>
    <w:rsid w:val="006D15C2"/>
    <w:rsid w:val="006D59E8"/>
    <w:rsid w:val="006E3E0E"/>
    <w:rsid w:val="006F1161"/>
    <w:rsid w:val="006F6772"/>
    <w:rsid w:val="006F7DFF"/>
    <w:rsid w:val="00700809"/>
    <w:rsid w:val="007076BC"/>
    <w:rsid w:val="0071232F"/>
    <w:rsid w:val="007205BF"/>
    <w:rsid w:val="00722D6D"/>
    <w:rsid w:val="007239D7"/>
    <w:rsid w:val="00726D50"/>
    <w:rsid w:val="00730107"/>
    <w:rsid w:val="007357C2"/>
    <w:rsid w:val="00744255"/>
    <w:rsid w:val="00746DE3"/>
    <w:rsid w:val="007503DE"/>
    <w:rsid w:val="007635B7"/>
    <w:rsid w:val="00766125"/>
    <w:rsid w:val="0076655B"/>
    <w:rsid w:val="00773C11"/>
    <w:rsid w:val="00773CD0"/>
    <w:rsid w:val="00774281"/>
    <w:rsid w:val="00780354"/>
    <w:rsid w:val="007820A3"/>
    <w:rsid w:val="00782551"/>
    <w:rsid w:val="00787EB6"/>
    <w:rsid w:val="00797B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3294A"/>
    <w:rsid w:val="0083330B"/>
    <w:rsid w:val="008376A0"/>
    <w:rsid w:val="0084092F"/>
    <w:rsid w:val="0085199D"/>
    <w:rsid w:val="008535B1"/>
    <w:rsid w:val="00854521"/>
    <w:rsid w:val="008565BD"/>
    <w:rsid w:val="0086374F"/>
    <w:rsid w:val="00871F8F"/>
    <w:rsid w:val="00874079"/>
    <w:rsid w:val="008754E4"/>
    <w:rsid w:val="00883C40"/>
    <w:rsid w:val="00894F6E"/>
    <w:rsid w:val="00897008"/>
    <w:rsid w:val="00897EEF"/>
    <w:rsid w:val="008A49B2"/>
    <w:rsid w:val="008A4F4F"/>
    <w:rsid w:val="008A5116"/>
    <w:rsid w:val="008A68E4"/>
    <w:rsid w:val="008B1D3E"/>
    <w:rsid w:val="008C19D9"/>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36A9"/>
    <w:rsid w:val="00967AD8"/>
    <w:rsid w:val="00970B54"/>
    <w:rsid w:val="009732F5"/>
    <w:rsid w:val="00974C0F"/>
    <w:rsid w:val="00980EE9"/>
    <w:rsid w:val="00996C52"/>
    <w:rsid w:val="009A0E7C"/>
    <w:rsid w:val="009A1547"/>
    <w:rsid w:val="009A250B"/>
    <w:rsid w:val="009A70E5"/>
    <w:rsid w:val="009B4F36"/>
    <w:rsid w:val="009B7AA0"/>
    <w:rsid w:val="009C3102"/>
    <w:rsid w:val="009C496E"/>
    <w:rsid w:val="009C57C0"/>
    <w:rsid w:val="009D1767"/>
    <w:rsid w:val="009D1F48"/>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281"/>
    <w:rsid w:val="00A3575D"/>
    <w:rsid w:val="00A45F24"/>
    <w:rsid w:val="00A522C5"/>
    <w:rsid w:val="00A53741"/>
    <w:rsid w:val="00A737C1"/>
    <w:rsid w:val="00A80C7E"/>
    <w:rsid w:val="00A828DB"/>
    <w:rsid w:val="00A903D2"/>
    <w:rsid w:val="00A90450"/>
    <w:rsid w:val="00A9218A"/>
    <w:rsid w:val="00A963AF"/>
    <w:rsid w:val="00AA27AE"/>
    <w:rsid w:val="00AB49E5"/>
    <w:rsid w:val="00AB4B7F"/>
    <w:rsid w:val="00AB7E77"/>
    <w:rsid w:val="00AC0F7F"/>
    <w:rsid w:val="00AC4F18"/>
    <w:rsid w:val="00AC632E"/>
    <w:rsid w:val="00AD2BC4"/>
    <w:rsid w:val="00AE2D77"/>
    <w:rsid w:val="00AE331D"/>
    <w:rsid w:val="00AF0A3B"/>
    <w:rsid w:val="00AF7C44"/>
    <w:rsid w:val="00B0461E"/>
    <w:rsid w:val="00B20892"/>
    <w:rsid w:val="00B21A1F"/>
    <w:rsid w:val="00B2245A"/>
    <w:rsid w:val="00B22801"/>
    <w:rsid w:val="00B24F8C"/>
    <w:rsid w:val="00B32DF1"/>
    <w:rsid w:val="00B332F0"/>
    <w:rsid w:val="00B355C6"/>
    <w:rsid w:val="00B37ECF"/>
    <w:rsid w:val="00B40714"/>
    <w:rsid w:val="00B45588"/>
    <w:rsid w:val="00B520FA"/>
    <w:rsid w:val="00B62ECE"/>
    <w:rsid w:val="00B66D4E"/>
    <w:rsid w:val="00B720FB"/>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ADB"/>
    <w:rsid w:val="00C15D8A"/>
    <w:rsid w:val="00C169E4"/>
    <w:rsid w:val="00C24F03"/>
    <w:rsid w:val="00C26248"/>
    <w:rsid w:val="00C26FF8"/>
    <w:rsid w:val="00C30E6C"/>
    <w:rsid w:val="00C31013"/>
    <w:rsid w:val="00C352F5"/>
    <w:rsid w:val="00C44F16"/>
    <w:rsid w:val="00C473DB"/>
    <w:rsid w:val="00C51D0C"/>
    <w:rsid w:val="00C5716D"/>
    <w:rsid w:val="00C60BF7"/>
    <w:rsid w:val="00C75B75"/>
    <w:rsid w:val="00C75E77"/>
    <w:rsid w:val="00C80BC0"/>
    <w:rsid w:val="00C812A3"/>
    <w:rsid w:val="00C85A90"/>
    <w:rsid w:val="00C9669A"/>
    <w:rsid w:val="00C9677B"/>
    <w:rsid w:val="00C975FA"/>
    <w:rsid w:val="00C97E86"/>
    <w:rsid w:val="00CA062F"/>
    <w:rsid w:val="00CA4EFE"/>
    <w:rsid w:val="00CA5BD8"/>
    <w:rsid w:val="00CB1731"/>
    <w:rsid w:val="00CB3958"/>
    <w:rsid w:val="00CB69E7"/>
    <w:rsid w:val="00CB6CE4"/>
    <w:rsid w:val="00CC1A96"/>
    <w:rsid w:val="00CC5D27"/>
    <w:rsid w:val="00CC7C07"/>
    <w:rsid w:val="00CC7C23"/>
    <w:rsid w:val="00CD2446"/>
    <w:rsid w:val="00CD7072"/>
    <w:rsid w:val="00CE73E0"/>
    <w:rsid w:val="00CF1EEF"/>
    <w:rsid w:val="00D00844"/>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4813"/>
    <w:rsid w:val="00D80E3C"/>
    <w:rsid w:val="00D83FE8"/>
    <w:rsid w:val="00DA096B"/>
    <w:rsid w:val="00DA174B"/>
    <w:rsid w:val="00DA2EC2"/>
    <w:rsid w:val="00DA7376"/>
    <w:rsid w:val="00DA7BEF"/>
    <w:rsid w:val="00DB211D"/>
    <w:rsid w:val="00DB6BEA"/>
    <w:rsid w:val="00DC22AE"/>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53DB5"/>
    <w:rsid w:val="00E646E6"/>
    <w:rsid w:val="00E64CEE"/>
    <w:rsid w:val="00E673E7"/>
    <w:rsid w:val="00E752C3"/>
    <w:rsid w:val="00E93901"/>
    <w:rsid w:val="00E93AE5"/>
    <w:rsid w:val="00E96968"/>
    <w:rsid w:val="00EA2186"/>
    <w:rsid w:val="00EA3B41"/>
    <w:rsid w:val="00EB00E9"/>
    <w:rsid w:val="00EB06BF"/>
    <w:rsid w:val="00EB355E"/>
    <w:rsid w:val="00EB4A8C"/>
    <w:rsid w:val="00EB6466"/>
    <w:rsid w:val="00EC06F2"/>
    <w:rsid w:val="00EC1A51"/>
    <w:rsid w:val="00EC3D86"/>
    <w:rsid w:val="00EC503F"/>
    <w:rsid w:val="00ED2478"/>
    <w:rsid w:val="00ED6180"/>
    <w:rsid w:val="00EF3414"/>
    <w:rsid w:val="00EF3EC4"/>
    <w:rsid w:val="00F078D5"/>
    <w:rsid w:val="00F07F61"/>
    <w:rsid w:val="00F15752"/>
    <w:rsid w:val="00F208C4"/>
    <w:rsid w:val="00F335E1"/>
    <w:rsid w:val="00F41AFC"/>
    <w:rsid w:val="00F443B8"/>
    <w:rsid w:val="00F537E3"/>
    <w:rsid w:val="00F53E64"/>
    <w:rsid w:val="00F55DE2"/>
    <w:rsid w:val="00F65297"/>
    <w:rsid w:val="00F6561D"/>
    <w:rsid w:val="00F668E4"/>
    <w:rsid w:val="00F67040"/>
    <w:rsid w:val="00F73DF9"/>
    <w:rsid w:val="00F805F7"/>
    <w:rsid w:val="00F8331E"/>
    <w:rsid w:val="00F8655D"/>
    <w:rsid w:val="00F91FDC"/>
    <w:rsid w:val="00F966A2"/>
    <w:rsid w:val="00FA1F19"/>
    <w:rsid w:val="00FA5BA8"/>
    <w:rsid w:val="00FB0DD1"/>
    <w:rsid w:val="00FB3DC2"/>
    <w:rsid w:val="00FD2054"/>
    <w:rsid w:val="00FD78A6"/>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40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2708B3"/>
    <w:pPr>
      <w:tabs>
        <w:tab w:val="center" w:pos="4536"/>
        <w:tab w:val="right" w:pos="9072"/>
      </w:tabs>
    </w:pPr>
  </w:style>
  <w:style w:type="character" w:customStyle="1" w:styleId="ZhlavChar">
    <w:name w:val="Záhlaví Char"/>
    <w:basedOn w:val="Standardnpsmoodstavce"/>
    <w:link w:val="Zhlav"/>
    <w:uiPriority w:val="99"/>
    <w:rsid w:val="002708B3"/>
    <w:rPr>
      <w:sz w:val="24"/>
      <w:szCs w:val="24"/>
    </w:rPr>
  </w:style>
  <w:style w:type="paragraph" w:styleId="Zpat">
    <w:name w:val="footer"/>
    <w:basedOn w:val="Normln"/>
    <w:link w:val="ZpatChar"/>
    <w:uiPriority w:val="99"/>
    <w:unhideWhenUsed/>
    <w:rsid w:val="002708B3"/>
    <w:pPr>
      <w:tabs>
        <w:tab w:val="center" w:pos="4536"/>
        <w:tab w:val="right" w:pos="9072"/>
      </w:tabs>
    </w:pPr>
  </w:style>
  <w:style w:type="character" w:customStyle="1" w:styleId="ZpatChar">
    <w:name w:val="Zápatí Char"/>
    <w:basedOn w:val="Standardnpsmoodstavce"/>
    <w:link w:val="Zpat"/>
    <w:uiPriority w:val="99"/>
    <w:rsid w:val="002708B3"/>
    <w:rPr>
      <w:sz w:val="24"/>
      <w:szCs w:val="24"/>
    </w:rPr>
  </w:style>
  <w:style w:type="paragraph" w:customStyle="1" w:styleId="2SLTEXT0">
    <w:name w:val="2ČÍSLTEXT"/>
    <w:basedOn w:val="2sltext"/>
    <w:uiPriority w:val="99"/>
    <w:qFormat/>
    <w:rsid w:val="00EC503F"/>
  </w:style>
  <w:style w:type="paragraph" w:customStyle="1" w:styleId="1NadpisMF">
    <w:name w:val="1Nadpis_MF"/>
    <w:basedOn w:val="Normln"/>
    <w:autoRedefine/>
    <w:uiPriority w:val="99"/>
    <w:rsid w:val="00EC503F"/>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EC503F"/>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EC503F"/>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EC503F"/>
    <w:pPr>
      <w:widowControl/>
      <w:numPr>
        <w:ilvl w:val="1"/>
        <w:numId w:val="33"/>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2708B3"/>
    <w:pPr>
      <w:tabs>
        <w:tab w:val="center" w:pos="4536"/>
        <w:tab w:val="right" w:pos="9072"/>
      </w:tabs>
    </w:pPr>
  </w:style>
  <w:style w:type="character" w:customStyle="1" w:styleId="ZhlavChar">
    <w:name w:val="Záhlaví Char"/>
    <w:basedOn w:val="Standardnpsmoodstavce"/>
    <w:link w:val="Zhlav"/>
    <w:uiPriority w:val="99"/>
    <w:rsid w:val="002708B3"/>
    <w:rPr>
      <w:sz w:val="24"/>
      <w:szCs w:val="24"/>
    </w:rPr>
  </w:style>
  <w:style w:type="paragraph" w:styleId="Zpat">
    <w:name w:val="footer"/>
    <w:basedOn w:val="Normln"/>
    <w:link w:val="ZpatChar"/>
    <w:uiPriority w:val="99"/>
    <w:unhideWhenUsed/>
    <w:rsid w:val="002708B3"/>
    <w:pPr>
      <w:tabs>
        <w:tab w:val="center" w:pos="4536"/>
        <w:tab w:val="right" w:pos="9072"/>
      </w:tabs>
    </w:pPr>
  </w:style>
  <w:style w:type="character" w:customStyle="1" w:styleId="ZpatChar">
    <w:name w:val="Zápatí Char"/>
    <w:basedOn w:val="Standardnpsmoodstavce"/>
    <w:link w:val="Zpat"/>
    <w:uiPriority w:val="99"/>
    <w:rsid w:val="002708B3"/>
    <w:rPr>
      <w:sz w:val="24"/>
      <w:szCs w:val="24"/>
    </w:rPr>
  </w:style>
  <w:style w:type="paragraph" w:customStyle="1" w:styleId="2SLTEXT0">
    <w:name w:val="2ČÍSLTEXT"/>
    <w:basedOn w:val="2sltext"/>
    <w:uiPriority w:val="99"/>
    <w:qFormat/>
    <w:rsid w:val="00EC503F"/>
  </w:style>
  <w:style w:type="paragraph" w:customStyle="1" w:styleId="1NadpisMF">
    <w:name w:val="1Nadpis_MF"/>
    <w:basedOn w:val="Normln"/>
    <w:autoRedefine/>
    <w:uiPriority w:val="99"/>
    <w:rsid w:val="00EC503F"/>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EC503F"/>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EC503F"/>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EC503F"/>
    <w:pPr>
      <w:widowControl/>
      <w:numPr>
        <w:ilvl w:val="1"/>
        <w:numId w:val="33"/>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77399">
      <w:bodyDiv w:val="1"/>
      <w:marLeft w:val="0"/>
      <w:marRight w:val="0"/>
      <w:marTop w:val="0"/>
      <w:marBottom w:val="0"/>
      <w:divBdr>
        <w:top w:val="none" w:sz="0" w:space="0" w:color="auto"/>
        <w:left w:val="none" w:sz="0" w:space="0" w:color="auto"/>
        <w:bottom w:val="none" w:sz="0" w:space="0" w:color="auto"/>
        <w:right w:val="none" w:sz="0" w:space="0" w:color="auto"/>
      </w:divBdr>
    </w:div>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E9F40-2ABC-4AFD-A37A-0E5B4B9D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17</TotalTime>
  <Pages>9</Pages>
  <Words>3213</Words>
  <Characters>18357</Characters>
  <Application>Microsoft Office Word</Application>
  <DocSecurity>0</DocSecurity>
  <Lines>152</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Bělohlávek Roman Ing.</cp:lastModifiedBy>
  <cp:revision>5</cp:revision>
  <cp:lastPrinted>2018-04-03T11:13:00Z</cp:lastPrinted>
  <dcterms:created xsi:type="dcterms:W3CDTF">2018-04-04T09:25:00Z</dcterms:created>
  <dcterms:modified xsi:type="dcterms:W3CDTF">2019-03-19T07:46:00Z</dcterms:modified>
</cp:coreProperties>
</file>